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4F6AB8" w14:textId="612A9F9C" w:rsidR="007B18B8" w:rsidRPr="001A40E2" w:rsidRDefault="00722B50" w:rsidP="007B18B8">
      <w:pPr>
        <w:spacing w:after="180"/>
        <w:rPr>
          <w:b/>
          <w:sz w:val="44"/>
          <w:szCs w:val="44"/>
        </w:rPr>
      </w:pPr>
      <w:r>
        <w:rPr>
          <w:b/>
          <w:sz w:val="44"/>
          <w:szCs w:val="44"/>
        </w:rPr>
        <w:t>Spaceships</w:t>
      </w:r>
    </w:p>
    <w:p w14:paraId="738AD2EC" w14:textId="77777777" w:rsidR="00FA5D51" w:rsidRDefault="00FA5D51" w:rsidP="007B18B8">
      <w:pPr>
        <w:spacing w:after="180"/>
      </w:pPr>
    </w:p>
    <w:p w14:paraId="5AD80573" w14:textId="77777777" w:rsidR="00FA5D51" w:rsidRPr="00283433" w:rsidRDefault="00FA5D51" w:rsidP="00FA5D51">
      <w:pPr>
        <w:spacing w:line="276" w:lineRule="auto"/>
      </w:pPr>
      <w:r w:rsidRPr="00283433">
        <w:rPr>
          <w:lang w:val="en-US"/>
        </w:rPr>
        <w:t>A force acting on an object can make it accelerate.</w:t>
      </w:r>
    </w:p>
    <w:p w14:paraId="2C55E605" w14:textId="77777777" w:rsidR="00FA5D51" w:rsidRPr="00283433" w:rsidRDefault="00FA5D51" w:rsidP="00FA5D51">
      <w:pPr>
        <w:spacing w:line="276" w:lineRule="auto"/>
      </w:pPr>
      <w:r w:rsidRPr="00283433">
        <w:rPr>
          <w:lang w:val="en-US"/>
        </w:rPr>
        <w:t>Doubling the resultant force doubles the acceleration.</w:t>
      </w:r>
    </w:p>
    <w:p w14:paraId="76660E1A" w14:textId="77777777" w:rsidR="00FA5D51" w:rsidRPr="00283433" w:rsidRDefault="00FA5D51" w:rsidP="00FA5D51">
      <w:pPr>
        <w:spacing w:after="180"/>
      </w:pPr>
      <w:r w:rsidRPr="00283433">
        <w:rPr>
          <w:lang w:val="en-US"/>
        </w:rPr>
        <w:t xml:space="preserve">If the mass of the object is doubled, acceleration is halved. </w:t>
      </w:r>
    </w:p>
    <w:p w14:paraId="7CA23699" w14:textId="52626683" w:rsidR="00FA5D51" w:rsidRDefault="00BE4813" w:rsidP="00FA5D51">
      <w:pPr>
        <w:spacing w:after="180"/>
        <w:rPr>
          <w:rFonts w:eastAsiaTheme="minorEastAsia" w:cstheme="minorHAnsi"/>
        </w:rPr>
      </w:pPr>
      <w:r>
        <w:rPr>
          <w:rFonts w:eastAsiaTheme="minorEastAsia" w:cstheme="minorHAnsi"/>
          <w:noProof/>
        </w:rPr>
        <mc:AlternateContent>
          <mc:Choice Requires="wpg">
            <w:drawing>
              <wp:anchor distT="0" distB="0" distL="114300" distR="114300" simplePos="0" relativeHeight="251684864" behindDoc="0" locked="0" layoutInCell="1" allowOverlap="1" wp14:anchorId="578512E0" wp14:editId="40E7D365">
                <wp:simplePos x="0" y="0"/>
                <wp:positionH relativeFrom="margin">
                  <wp:posOffset>1997710</wp:posOffset>
                </wp:positionH>
                <wp:positionV relativeFrom="paragraph">
                  <wp:posOffset>68801</wp:posOffset>
                </wp:positionV>
                <wp:extent cx="1736103" cy="554498"/>
                <wp:effectExtent l="0" t="0" r="0" b="0"/>
                <wp:wrapNone/>
                <wp:docPr id="45" name="Group 45"/>
                <wp:cNvGraphicFramePr/>
                <a:graphic xmlns:a="http://schemas.openxmlformats.org/drawingml/2006/main">
                  <a:graphicData uri="http://schemas.microsoft.com/office/word/2010/wordprocessingGroup">
                    <wpg:wgp>
                      <wpg:cNvGrpSpPr/>
                      <wpg:grpSpPr>
                        <a:xfrm>
                          <a:off x="0" y="0"/>
                          <a:ext cx="1736103" cy="554498"/>
                          <a:chOff x="0" y="0"/>
                          <a:chExt cx="1736103" cy="554498"/>
                        </a:xfrm>
                      </wpg:grpSpPr>
                      <wps:wsp>
                        <wps:cNvPr id="14" name="Text Box 2"/>
                        <wps:cNvSpPr txBox="1">
                          <a:spLocks noChangeArrowheads="1"/>
                        </wps:cNvSpPr>
                        <wps:spPr bwMode="auto">
                          <a:xfrm>
                            <a:off x="0" y="129209"/>
                            <a:ext cx="994733" cy="286141"/>
                          </a:xfrm>
                          <a:prstGeom prst="rect">
                            <a:avLst/>
                          </a:prstGeom>
                          <a:noFill/>
                          <a:ln w="9525">
                            <a:noFill/>
                            <a:miter lim="800000"/>
                            <a:headEnd/>
                            <a:tailEnd/>
                          </a:ln>
                        </wps:spPr>
                        <wps:txbx>
                          <w:txbxContent>
                            <w:p w14:paraId="3C40A9C9" w14:textId="77777777" w:rsidR="00BE4813" w:rsidRPr="00283433" w:rsidRDefault="00BE4813" w:rsidP="00BE4813">
                              <w:pPr>
                                <w:jc w:val="center"/>
                                <w:rPr>
                                  <w:sz w:val="28"/>
                                </w:rPr>
                              </w:pPr>
                              <w:r w:rsidRPr="00283433">
                                <w:rPr>
                                  <w:sz w:val="24"/>
                                </w:rPr>
                                <w:t>acceleration</w:t>
                              </w:r>
                            </w:p>
                          </w:txbxContent>
                        </wps:txbx>
                        <wps:bodyPr rot="0" vert="horz" wrap="square" lIns="91440" tIns="45720" rIns="91440" bIns="45720" anchor="t" anchorCtr="0">
                          <a:spAutoFit/>
                        </wps:bodyPr>
                      </wps:wsp>
                      <wps:wsp>
                        <wps:cNvPr id="15" name="Text Box 2"/>
                        <wps:cNvSpPr txBox="1">
                          <a:spLocks noChangeArrowheads="1"/>
                        </wps:cNvSpPr>
                        <wps:spPr bwMode="auto">
                          <a:xfrm>
                            <a:off x="944217" y="139148"/>
                            <a:ext cx="259634" cy="286141"/>
                          </a:xfrm>
                          <a:prstGeom prst="rect">
                            <a:avLst/>
                          </a:prstGeom>
                          <a:noFill/>
                          <a:ln w="9525">
                            <a:noFill/>
                            <a:miter lim="800000"/>
                            <a:headEnd/>
                            <a:tailEnd/>
                          </a:ln>
                        </wps:spPr>
                        <wps:txbx>
                          <w:txbxContent>
                            <w:p w14:paraId="7E00E8A2" w14:textId="77777777" w:rsidR="00BE4813" w:rsidRPr="00283433" w:rsidRDefault="00BE4813" w:rsidP="00BE4813">
                              <w:pPr>
                                <w:jc w:val="center"/>
                                <w:rPr>
                                  <w:sz w:val="28"/>
                                </w:rPr>
                              </w:pPr>
                              <w:r>
                                <w:rPr>
                                  <w:sz w:val="24"/>
                                </w:rPr>
                                <w:t>=</w:t>
                              </w:r>
                            </w:p>
                          </w:txbxContent>
                        </wps:txbx>
                        <wps:bodyPr rot="0" vert="horz" wrap="square" lIns="91440" tIns="45720" rIns="91440" bIns="45720" anchor="t" anchorCtr="0">
                          <a:spAutoFit/>
                        </wps:bodyPr>
                      </wps:wsp>
                      <wps:wsp>
                        <wps:cNvPr id="42" name="Text Box 2"/>
                        <wps:cNvSpPr txBox="1">
                          <a:spLocks noChangeArrowheads="1"/>
                        </wps:cNvSpPr>
                        <wps:spPr bwMode="auto">
                          <a:xfrm>
                            <a:off x="1162878" y="0"/>
                            <a:ext cx="573225" cy="286141"/>
                          </a:xfrm>
                          <a:prstGeom prst="rect">
                            <a:avLst/>
                          </a:prstGeom>
                          <a:noFill/>
                          <a:ln w="9525">
                            <a:noFill/>
                            <a:miter lim="800000"/>
                            <a:headEnd/>
                            <a:tailEnd/>
                          </a:ln>
                        </wps:spPr>
                        <wps:txbx>
                          <w:txbxContent>
                            <w:p w14:paraId="308110A9" w14:textId="77777777" w:rsidR="00BE4813" w:rsidRPr="00283433" w:rsidRDefault="00BE4813" w:rsidP="00BE4813">
                              <w:pPr>
                                <w:jc w:val="center"/>
                                <w:rPr>
                                  <w:sz w:val="28"/>
                                </w:rPr>
                              </w:pPr>
                              <w:r>
                                <w:rPr>
                                  <w:sz w:val="24"/>
                                </w:rPr>
                                <w:t>force</w:t>
                              </w:r>
                            </w:p>
                          </w:txbxContent>
                        </wps:txbx>
                        <wps:bodyPr rot="0" vert="horz" wrap="square" lIns="91440" tIns="45720" rIns="91440" bIns="45720" anchor="t" anchorCtr="0">
                          <a:spAutoFit/>
                        </wps:bodyPr>
                      </wps:wsp>
                      <wps:wsp>
                        <wps:cNvPr id="43" name="Text Box 2"/>
                        <wps:cNvSpPr txBox="1">
                          <a:spLocks noChangeArrowheads="1"/>
                        </wps:cNvSpPr>
                        <wps:spPr bwMode="auto">
                          <a:xfrm>
                            <a:off x="1162878" y="268357"/>
                            <a:ext cx="573225" cy="286141"/>
                          </a:xfrm>
                          <a:prstGeom prst="rect">
                            <a:avLst/>
                          </a:prstGeom>
                          <a:noFill/>
                          <a:ln w="9525">
                            <a:noFill/>
                            <a:miter lim="800000"/>
                            <a:headEnd/>
                            <a:tailEnd/>
                          </a:ln>
                        </wps:spPr>
                        <wps:txbx>
                          <w:txbxContent>
                            <w:p w14:paraId="705D5D40" w14:textId="77777777" w:rsidR="00BE4813" w:rsidRPr="00283433" w:rsidRDefault="00BE4813" w:rsidP="00BE4813">
                              <w:pPr>
                                <w:jc w:val="center"/>
                                <w:rPr>
                                  <w:sz w:val="28"/>
                                </w:rPr>
                              </w:pPr>
                              <w:r>
                                <w:rPr>
                                  <w:sz w:val="24"/>
                                </w:rPr>
                                <w:t>mass</w:t>
                              </w:r>
                            </w:p>
                          </w:txbxContent>
                        </wps:txbx>
                        <wps:bodyPr rot="0" vert="horz" wrap="square" lIns="91440" tIns="45720" rIns="91440" bIns="45720" anchor="t" anchorCtr="0">
                          <a:spAutoFit/>
                        </wps:bodyPr>
                      </wps:wsp>
                      <wps:wsp>
                        <wps:cNvPr id="44" name="Straight Connector 44"/>
                        <wps:cNvCnPr/>
                        <wps:spPr>
                          <a:xfrm>
                            <a:off x="1232452" y="288235"/>
                            <a:ext cx="430171"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578512E0" id="Group 45" o:spid="_x0000_s1026" style="position:absolute;margin-left:157.3pt;margin-top:5.4pt;width:136.7pt;height:43.65pt;z-index:251684864;mso-position-horizontal-relative:margin" coordsize="17361,5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">
                <v:shapetype id="_x0000_t202" coordsize="21600,21600" o:spt="202" path="m,l,21600r21600,l21600,xe">
                  <v:stroke joinstyle="miter"/>
                  <v:path gradientshapeok="t" o:connecttype="rect"/>
                </v:shapetype>
                <v:shape id="Text Box 2" o:spid="_x0000_s1027" type="#_x0000_t202" style="position:absolute;top:1292;width:9947;height:2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" filled="f" stroked="f">
                  <v:textbox style="mso-fit-shape-to-text:t">
                    <w:txbxContent>
                      <w:p w14:paraId="3C40A9C9" w14:textId="77777777" w:rsidR="00BE4813" w:rsidRPr="00283433" w:rsidRDefault="00BE4813" w:rsidP="00BE4813">
                        <w:pPr>
                          <w:jc w:val="center"/>
                          <w:rPr>
                            <w:sz w:val="28"/>
                          </w:rPr>
                        </w:pPr>
                        <w:r w:rsidRPr="00283433">
                          <w:rPr>
                            <w:sz w:val="24"/>
                          </w:rPr>
                          <w:t>acceleration</w:t>
                        </w:r>
                      </w:p>
                    </w:txbxContent>
                  </v:textbox>
                </v:shape>
                <v:shape id="Text Box 2" o:spid="_x0000_s1028" type="#_x0000_t202" style="position:absolute;left:9442;top:1391;width:2596;height:2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" filled="f" stroked="f">
                  <v:textbox style="mso-fit-shape-to-text:t">
                    <w:txbxContent>
                      <w:p w14:paraId="7E00E8A2" w14:textId="77777777" w:rsidR="00BE4813" w:rsidRPr="00283433" w:rsidRDefault="00BE4813" w:rsidP="00BE4813">
                        <w:pPr>
                          <w:jc w:val="center"/>
                          <w:rPr>
                            <w:sz w:val="28"/>
                          </w:rPr>
                        </w:pPr>
                        <w:r>
                          <w:rPr>
                            <w:sz w:val="24"/>
                          </w:rPr>
                          <w:t>=</w:t>
                        </w:r>
                      </w:p>
                    </w:txbxContent>
                  </v:textbox>
                </v:shape>
                <v:shape id="Text Box 2" o:spid="_x0000_s1029" type="#_x0000_t202" style="position:absolute;left:11628;width:5733;height:2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" filled="f" stroked="f">
                  <v:textbox style="mso-fit-shape-to-text:t">
                    <w:txbxContent>
                      <w:p w14:paraId="308110A9" w14:textId="77777777" w:rsidR="00BE4813" w:rsidRPr="00283433" w:rsidRDefault="00BE4813" w:rsidP="00BE4813">
                        <w:pPr>
                          <w:jc w:val="center"/>
                          <w:rPr>
                            <w:sz w:val="28"/>
                          </w:rPr>
                        </w:pPr>
                        <w:r>
                          <w:rPr>
                            <w:sz w:val="24"/>
                          </w:rPr>
                          <w:t>force</w:t>
                        </w:r>
                      </w:p>
                    </w:txbxContent>
                  </v:textbox>
                </v:shape>
                <v:shape id="Text Box 2" o:spid="_x0000_s1030" type="#_x0000_t202" style="position:absolute;left:11628;top:2683;width:5733;height:2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" filled="f" stroked="f">
                  <v:textbox style="mso-fit-shape-to-text:t">
                    <w:txbxContent>
                      <w:p w14:paraId="705D5D40" w14:textId="77777777" w:rsidR="00BE4813" w:rsidRPr="00283433" w:rsidRDefault="00BE4813" w:rsidP="00BE4813">
                        <w:pPr>
                          <w:jc w:val="center"/>
                          <w:rPr>
                            <w:sz w:val="28"/>
                          </w:rPr>
                        </w:pPr>
                        <w:r>
                          <w:rPr>
                            <w:sz w:val="24"/>
                          </w:rPr>
                          <w:t>mass</w:t>
                        </w:r>
                      </w:p>
                    </w:txbxContent>
                  </v:textbox>
                </v:shape>
                <v:line id="Straight Connector 44" o:spid="_x0000_s1031" style="position:absolute;visibility:visible;mso-wrap-style:square" from="12324,2882" to="16626,2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" strokecolor="black [3213]" strokeweight="1.25pt"/>
                <w10:wrap anchorx="margin"/>
              </v:group>
            </w:pict>
          </mc:Fallback>
        </mc:AlternateContent>
      </w:r>
    </w:p>
    <w:p w14:paraId="30FA2F53" w14:textId="77777777" w:rsidR="00BE4813" w:rsidRDefault="00BE4813" w:rsidP="00FA5D51">
      <w:pPr>
        <w:spacing w:after="180"/>
        <w:rPr>
          <w:rFonts w:eastAsiaTheme="minorEastAsia" w:cstheme="minorHAnsi"/>
        </w:rPr>
      </w:pPr>
    </w:p>
    <w:p w14:paraId="01246C6B" w14:textId="77777777" w:rsidR="00BE4813" w:rsidRDefault="00BE4813" w:rsidP="00FA5D51">
      <w:pPr>
        <w:spacing w:after="180"/>
        <w:rPr>
          <w:rFonts w:eastAsiaTheme="minorEastAsia" w:cstheme="minorHAnsi"/>
        </w:rPr>
      </w:pPr>
    </w:p>
    <w:p w14:paraId="31DDAB24" w14:textId="236BFF0D" w:rsidR="00FA5D51" w:rsidRDefault="00FA5D51" w:rsidP="00FA5D51">
      <w:pPr>
        <w:spacing w:after="180"/>
        <w:rPr>
          <w:rFonts w:eastAsiaTheme="minorEastAsia" w:cstheme="minorHAnsi"/>
        </w:rPr>
      </w:pPr>
      <w:r>
        <w:rPr>
          <w:rFonts w:eastAsiaTheme="minorEastAsia" w:cstheme="minorHAnsi"/>
        </w:rPr>
        <w:t>This relationship is usually written as</w:t>
      </w:r>
      <w:r w:rsidRPr="00722B50">
        <w:rPr>
          <w:rFonts w:eastAsiaTheme="minorEastAsia" w:cstheme="minorHAnsi"/>
        </w:rPr>
        <w:t>:</w:t>
      </w:r>
    </w:p>
    <w:p w14:paraId="1FFB4C9C" w14:textId="77777777" w:rsidR="00FA5D51" w:rsidRPr="00722B50" w:rsidRDefault="00FA5D51" w:rsidP="00FA5D51">
      <w:pPr>
        <w:spacing w:after="180"/>
        <w:rPr>
          <w:rFonts w:eastAsiaTheme="minorEastAsia" w:cstheme="minorHAnsi"/>
        </w:rPr>
      </w:pPr>
      <w:r>
        <w:rPr>
          <w:rFonts w:eastAsiaTheme="minorEastAsia" w:cstheme="minorHAnsi"/>
          <w:noProof/>
        </w:rPr>
        <mc:AlternateContent>
          <mc:Choice Requires="wpg">
            <w:drawing>
              <wp:anchor distT="0" distB="0" distL="114300" distR="114300" simplePos="0" relativeHeight="251677696" behindDoc="0" locked="0" layoutInCell="1" allowOverlap="1" wp14:anchorId="3E7E1C2D" wp14:editId="4052CD1E">
                <wp:simplePos x="0" y="0"/>
                <wp:positionH relativeFrom="column">
                  <wp:posOffset>2842260</wp:posOffset>
                </wp:positionH>
                <wp:positionV relativeFrom="paragraph">
                  <wp:posOffset>82137</wp:posOffset>
                </wp:positionV>
                <wp:extent cx="2418715" cy="934720"/>
                <wp:effectExtent l="0" t="0" r="0" b="0"/>
                <wp:wrapNone/>
                <wp:docPr id="2" name="Group 2"/>
                <wp:cNvGraphicFramePr/>
                <a:graphic xmlns:a="http://schemas.openxmlformats.org/drawingml/2006/main">
                  <a:graphicData uri="http://schemas.microsoft.com/office/word/2010/wordprocessingGroup">
                    <wpg:wgp>
                      <wpg:cNvGrpSpPr/>
                      <wpg:grpSpPr>
                        <a:xfrm>
                          <a:off x="0" y="0"/>
                          <a:ext cx="2418715" cy="934720"/>
                          <a:chOff x="0" y="0"/>
                          <a:chExt cx="2418988" cy="935354"/>
                        </a:xfrm>
                      </wpg:grpSpPr>
                      <wps:wsp>
                        <wps:cNvPr id="12" name="Text Box 2"/>
                        <wps:cNvSpPr txBox="1">
                          <a:spLocks noChangeArrowheads="1"/>
                        </wps:cNvSpPr>
                        <wps:spPr bwMode="auto">
                          <a:xfrm>
                            <a:off x="77109" y="0"/>
                            <a:ext cx="2341879" cy="935354"/>
                          </a:xfrm>
                          <a:prstGeom prst="rect">
                            <a:avLst/>
                          </a:prstGeom>
                          <a:noFill/>
                          <a:ln w="9525">
                            <a:noFill/>
                            <a:miter lim="800000"/>
                            <a:headEnd/>
                            <a:tailEnd/>
                          </a:ln>
                        </wps:spPr>
                        <wps:txbx>
                          <w:txbxContent>
                            <w:p w14:paraId="49226051" w14:textId="77777777" w:rsidR="00FA5D51" w:rsidRPr="00283433" w:rsidRDefault="00FA5D51" w:rsidP="00FA5D51">
                              <w:pPr>
                                <w:spacing w:after="120"/>
                              </w:pPr>
                              <w:r w:rsidRPr="00283433">
                                <w:t>force, F, in newton (N)</w:t>
                              </w:r>
                            </w:p>
                            <w:p w14:paraId="46D5E5F5" w14:textId="77777777" w:rsidR="00FA5D51" w:rsidRPr="00283433" w:rsidRDefault="00FA5D51" w:rsidP="00FA5D51">
                              <w:pPr>
                                <w:spacing w:after="120"/>
                              </w:pPr>
                              <w:r w:rsidRPr="00283433">
                                <w:t>mass, m, in kilogram (kg)</w:t>
                              </w:r>
                            </w:p>
                            <w:p w14:paraId="16E3BC60" w14:textId="77777777" w:rsidR="00FA5D51" w:rsidRDefault="00FA5D51" w:rsidP="00FA5D51">
                              <w:r w:rsidRPr="00283433">
                                <w:t>acceleration, a, in metres per second squared (m/s</w:t>
                              </w:r>
                              <w:r w:rsidRPr="00283433">
                                <w:rPr>
                                  <w:vertAlign w:val="superscript"/>
                                </w:rPr>
                                <w:t>2</w:t>
                              </w:r>
                              <w:r w:rsidRPr="00283433">
                                <w:t>)</w:t>
                              </w:r>
                            </w:p>
                          </w:txbxContent>
                        </wps:txbx>
                        <wps:bodyPr rot="0" vert="horz" wrap="square" lIns="91440" tIns="45720" rIns="91440" bIns="45720" anchor="t" anchorCtr="0">
                          <a:spAutoFit/>
                        </wps:bodyPr>
                      </wps:wsp>
                      <wps:wsp>
                        <wps:cNvPr id="13" name="Straight Connector 13"/>
                        <wps:cNvCnPr/>
                        <wps:spPr>
                          <a:xfrm>
                            <a:off x="0" y="44068"/>
                            <a:ext cx="0" cy="8636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3E7E1C2D" id="Group 2" o:spid="_x0000_s1032" style="position:absolute;margin-left:223.8pt;margin-top:6.45pt;width:190.45pt;height:73.6pt;z-index:251677696" coordsize="24189,9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">
                <v:shape id="Text Box 2" o:spid="_x0000_s1033" type="#_x0000_t202" style="position:absolute;left:771;width:23418;height:9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" filled="f" stroked="f">
                  <v:textbox style="mso-fit-shape-to-text:t">
                    <w:txbxContent>
                      <w:p w14:paraId="49226051" w14:textId="77777777" w:rsidR="00FA5D51" w:rsidRPr="00283433" w:rsidRDefault="00FA5D51" w:rsidP="00FA5D51">
                        <w:pPr>
                          <w:spacing w:after="120"/>
                        </w:pPr>
                        <w:r w:rsidRPr="00283433">
                          <w:t>force, F, in newton (N)</w:t>
                        </w:r>
                      </w:p>
                      <w:p w14:paraId="46D5E5F5" w14:textId="77777777" w:rsidR="00FA5D51" w:rsidRPr="00283433" w:rsidRDefault="00FA5D51" w:rsidP="00FA5D51">
                        <w:pPr>
                          <w:spacing w:after="120"/>
                        </w:pPr>
                        <w:r w:rsidRPr="00283433">
                          <w:t>mass, m, in kilogram (kg)</w:t>
                        </w:r>
                      </w:p>
                      <w:p w14:paraId="16E3BC60" w14:textId="77777777" w:rsidR="00FA5D51" w:rsidRDefault="00FA5D51" w:rsidP="00FA5D51">
                        <w:r w:rsidRPr="00283433">
                          <w:t>acceleration, a, in metres per second squared (m/s</w:t>
                        </w:r>
                        <w:r w:rsidRPr="00283433">
                          <w:rPr>
                            <w:vertAlign w:val="superscript"/>
                          </w:rPr>
                          <w:t>2</w:t>
                        </w:r>
                        <w:r w:rsidRPr="00283433">
                          <w:t>)</w:t>
                        </w:r>
                      </w:p>
                    </w:txbxContent>
                  </v:textbox>
                </v:shape>
                <v:line id="Straight Connector 13" o:spid="_x0000_s1034" style="position:absolute;visibility:visible;mso-wrap-style:square" from="0,440" to="0,90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" strokecolor="black [3213]" strokeweight="1pt"/>
              </v:group>
            </w:pict>
          </mc:Fallback>
        </mc:AlternateContent>
      </w:r>
    </w:p>
    <w:p w14:paraId="06B6CFEC" w14:textId="77777777" w:rsidR="00FA5D51" w:rsidRDefault="00FA5D51" w:rsidP="00FA5D51">
      <w:pPr>
        <w:tabs>
          <w:tab w:val="left" w:pos="1560"/>
          <w:tab w:val="left" w:pos="1843"/>
        </w:tabs>
        <w:spacing w:after="240"/>
        <w:ind w:left="142" w:firstLine="720"/>
        <w:rPr>
          <w:sz w:val="24"/>
          <w:szCs w:val="18"/>
        </w:rPr>
      </w:pPr>
      <w:r w:rsidRPr="00283433">
        <w:rPr>
          <w:sz w:val="24"/>
          <w:szCs w:val="18"/>
        </w:rPr>
        <w:t xml:space="preserve">Force </w:t>
      </w:r>
      <w:r>
        <w:rPr>
          <w:sz w:val="24"/>
          <w:szCs w:val="18"/>
        </w:rPr>
        <w:tab/>
      </w:r>
      <w:r w:rsidRPr="00283433">
        <w:rPr>
          <w:sz w:val="24"/>
          <w:szCs w:val="18"/>
        </w:rPr>
        <w:t xml:space="preserve">= </w:t>
      </w:r>
      <w:r>
        <w:rPr>
          <w:sz w:val="24"/>
          <w:szCs w:val="18"/>
        </w:rPr>
        <w:tab/>
      </w:r>
      <w:r w:rsidRPr="00283433">
        <w:rPr>
          <w:sz w:val="24"/>
          <w:szCs w:val="18"/>
        </w:rPr>
        <w:t>mass x acceleration</w:t>
      </w:r>
    </w:p>
    <w:p w14:paraId="2E533CA5" w14:textId="77777777" w:rsidR="00FA5D51" w:rsidRPr="00283433" w:rsidRDefault="00FA5D51" w:rsidP="00FA5D51">
      <w:pPr>
        <w:tabs>
          <w:tab w:val="left" w:pos="1560"/>
          <w:tab w:val="left" w:pos="1843"/>
          <w:tab w:val="left" w:pos="5103"/>
        </w:tabs>
        <w:spacing w:after="240"/>
        <w:ind w:left="1276"/>
        <w:rPr>
          <w:sz w:val="24"/>
          <w:szCs w:val="18"/>
        </w:rPr>
      </w:pPr>
      <w:r>
        <w:rPr>
          <w:sz w:val="24"/>
          <w:szCs w:val="18"/>
        </w:rPr>
        <w:t xml:space="preserve">F </w:t>
      </w:r>
      <w:r>
        <w:rPr>
          <w:sz w:val="24"/>
          <w:szCs w:val="18"/>
        </w:rPr>
        <w:tab/>
        <w:t xml:space="preserve">= </w:t>
      </w:r>
      <w:r>
        <w:rPr>
          <w:sz w:val="24"/>
          <w:szCs w:val="18"/>
        </w:rPr>
        <w:tab/>
        <w:t>m x a</w:t>
      </w:r>
    </w:p>
    <w:p w14:paraId="4A4A4A5A" w14:textId="77777777" w:rsidR="00FA5D51" w:rsidRDefault="00FA5D51" w:rsidP="00FA5D51">
      <w:pPr>
        <w:spacing w:after="240"/>
        <w:rPr>
          <w:szCs w:val="18"/>
          <w:highlight w:val="yellow"/>
          <w:lang w:val="en-US"/>
        </w:rPr>
      </w:pPr>
    </w:p>
    <w:p w14:paraId="1F133251" w14:textId="77777777" w:rsidR="00FA5D51" w:rsidRPr="00280999" w:rsidRDefault="00FA5D51" w:rsidP="00FA5D51">
      <w:pPr>
        <w:spacing w:after="120"/>
        <w:ind w:left="425" w:hanging="425"/>
        <w:rPr>
          <w:szCs w:val="18"/>
        </w:rPr>
      </w:pPr>
      <w:r w:rsidRPr="00280999">
        <w:rPr>
          <w:b/>
          <w:bCs/>
          <w:i/>
          <w:iCs/>
          <w:szCs w:val="18"/>
        </w:rPr>
        <w:t>One newton</w:t>
      </w:r>
      <w:r w:rsidRPr="00280999">
        <w:rPr>
          <w:i/>
          <w:iCs/>
          <w:szCs w:val="18"/>
        </w:rPr>
        <w:t xml:space="preserve"> is the force needed to accelerate a mass of 1 kg at a rate of 1 m/s</w:t>
      </w:r>
      <w:r w:rsidRPr="00280999">
        <w:rPr>
          <w:i/>
          <w:iCs/>
          <w:szCs w:val="18"/>
          <w:vertAlign w:val="superscript"/>
        </w:rPr>
        <w:t>2</w:t>
      </w:r>
      <w:r w:rsidRPr="00280999">
        <w:rPr>
          <w:i/>
          <w:iCs/>
          <w:szCs w:val="18"/>
        </w:rPr>
        <w:t>.</w:t>
      </w:r>
    </w:p>
    <w:p w14:paraId="673CE920" w14:textId="7B0D709E" w:rsidR="00F54FD6" w:rsidRDefault="00F54FD6" w:rsidP="00BE4813">
      <w:pPr>
        <w:spacing w:after="360"/>
        <w:rPr>
          <w:rFonts w:cstheme="minorHAnsi"/>
        </w:rPr>
      </w:pPr>
    </w:p>
    <w:p w14:paraId="1BD9B534" w14:textId="574FE333" w:rsidR="00BE4813" w:rsidRPr="00BE4813" w:rsidRDefault="00BE4813" w:rsidP="00BE4813">
      <w:pPr>
        <w:pStyle w:val="ListParagraph"/>
        <w:numPr>
          <w:ilvl w:val="0"/>
          <w:numId w:val="10"/>
        </w:numPr>
        <w:spacing w:line="276" w:lineRule="auto"/>
        <w:ind w:left="426" w:hanging="426"/>
        <w:rPr>
          <w:szCs w:val="18"/>
        </w:rPr>
      </w:pPr>
      <w:r w:rsidRPr="00BE4813">
        <w:rPr>
          <w:szCs w:val="18"/>
          <w:lang w:val="en-US"/>
        </w:rPr>
        <w:t xml:space="preserve">Spaceship W has the same mass as spaceship V. </w:t>
      </w:r>
    </w:p>
    <w:p w14:paraId="0A095B2B" w14:textId="395E8720" w:rsidR="00BE4813" w:rsidRPr="00BE4813" w:rsidRDefault="00BE4813" w:rsidP="00BE4813">
      <w:pPr>
        <w:spacing w:after="240"/>
        <w:ind w:left="425"/>
        <w:rPr>
          <w:szCs w:val="18"/>
        </w:rPr>
      </w:pPr>
      <w:r w:rsidRPr="00BE4813">
        <w:rPr>
          <w:szCs w:val="18"/>
          <w:lang w:val="en-US"/>
        </w:rPr>
        <w:t>It has twice the resultant force acting on it.</w:t>
      </w:r>
    </w:p>
    <w:p w14:paraId="7D9FD064" w14:textId="0F75B795" w:rsidR="00BE4813" w:rsidRPr="00BE4813" w:rsidRDefault="00BE4813" w:rsidP="00BE4813">
      <w:pPr>
        <w:spacing w:after="180"/>
        <w:ind w:left="426" w:hanging="426"/>
        <w:jc w:val="center"/>
      </w:pPr>
      <w:r>
        <w:rPr>
          <w:noProof/>
        </w:rPr>
        <w:drawing>
          <wp:inline distT="0" distB="0" distL="0" distR="0" wp14:anchorId="2DD4A9A6" wp14:editId="67481D91">
            <wp:extent cx="5359429" cy="1080000"/>
            <wp:effectExtent l="0" t="0" r="0" b="635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59429" cy="1080000"/>
                    </a:xfrm>
                    <a:prstGeom prst="rect">
                      <a:avLst/>
                    </a:prstGeom>
                    <a:noFill/>
                  </pic:spPr>
                </pic:pic>
              </a:graphicData>
            </a:graphic>
          </wp:inline>
        </w:drawing>
      </w:r>
    </w:p>
    <w:p w14:paraId="6A59739A" w14:textId="563AC827" w:rsidR="00BE4813" w:rsidRPr="00BE4813" w:rsidRDefault="00BE4813" w:rsidP="00BE4813">
      <w:pPr>
        <w:spacing w:before="240" w:after="120"/>
        <w:ind w:left="425"/>
        <w:rPr>
          <w:sz w:val="28"/>
        </w:rPr>
      </w:pPr>
      <w:r w:rsidRPr="00BE4813">
        <w:rPr>
          <w:sz w:val="28"/>
        </w:rPr>
        <w:t>What is the acceleration of spaceship W?</w:t>
      </w:r>
    </w:p>
    <w:p w14:paraId="5F59783E" w14:textId="770A89E8" w:rsidR="007B18B8" w:rsidRPr="00FB2831" w:rsidRDefault="007B18B8" w:rsidP="00BE4813">
      <w:pPr>
        <w:spacing w:after="240"/>
        <w:ind w:firstLine="426"/>
        <w:rPr>
          <w:i/>
        </w:rPr>
      </w:pPr>
      <w:r w:rsidRPr="00FB2831">
        <w:rPr>
          <w:i/>
        </w:rPr>
        <w:t>Put a tick (</w:t>
      </w:r>
      <w:r w:rsidRPr="00FB2831">
        <w:rPr>
          <w:i/>
        </w:rPr>
        <w:sym w:font="Wingdings" w:char="F0FC"/>
      </w:r>
      <w:r w:rsidRPr="00FB2831">
        <w:rPr>
          <w:i/>
        </w:rPr>
        <w:t>) in the box next to the best answer.</w:t>
      </w:r>
      <w:r w:rsidRPr="00FB2831">
        <w:rPr>
          <w:i/>
        </w:rPr>
        <w:tab/>
      </w:r>
    </w:p>
    <w:tbl>
      <w:tblPr>
        <w:tblW w:w="8789" w:type="dxa"/>
        <w:tblInd w:w="142" w:type="dxa"/>
        <w:tblLayout w:type="fixed"/>
        <w:tblLook w:val="01E0" w:firstRow="1" w:lastRow="1" w:firstColumn="1" w:lastColumn="1" w:noHBand="0" w:noVBand="0"/>
      </w:tblPr>
      <w:tblGrid>
        <w:gridCol w:w="567"/>
        <w:gridCol w:w="7655"/>
        <w:gridCol w:w="567"/>
      </w:tblGrid>
      <w:tr w:rsidR="008464AD" w:rsidRPr="00AE07E9" w14:paraId="7FE7FAD0" w14:textId="77777777" w:rsidTr="008464AD">
        <w:trPr>
          <w:cantSplit/>
          <w:trHeight w:hRule="exact" w:val="567"/>
        </w:trPr>
        <w:tc>
          <w:tcPr>
            <w:tcW w:w="567" w:type="dxa"/>
            <w:vAlign w:val="center"/>
          </w:tcPr>
          <w:p w14:paraId="0666D77E" w14:textId="77777777" w:rsidR="008464AD" w:rsidRPr="00AE07E9" w:rsidRDefault="008464AD" w:rsidP="008464A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vAlign w:val="center"/>
          </w:tcPr>
          <w:p w14:paraId="14A0D013" w14:textId="3485C312" w:rsidR="008464AD" w:rsidRPr="00535269" w:rsidRDefault="00BE4813" w:rsidP="008464AD">
            <w:pPr>
              <w:tabs>
                <w:tab w:val="right" w:leader="dot" w:pos="8680"/>
              </w:tabs>
              <w:rPr>
                <w:highlight w:val="yellow"/>
              </w:rPr>
            </w:pPr>
            <w:r>
              <w:t>Two</w:t>
            </w:r>
            <w:r w:rsidR="008464AD" w:rsidRPr="002E2471">
              <w:t xml:space="preserve"> times smaller</w:t>
            </w:r>
            <w:r>
              <w:t xml:space="preserve"> than V</w:t>
            </w:r>
            <w:r w:rsidR="00D55410">
              <w:t>.</w:t>
            </w:r>
          </w:p>
        </w:tc>
        <w:tc>
          <w:tcPr>
            <w:tcW w:w="567" w:type="dxa"/>
            <w:tcBorders>
              <w:top w:val="single" w:sz="4" w:space="0" w:color="auto"/>
              <w:left w:val="single" w:sz="4" w:space="0" w:color="auto"/>
              <w:bottom w:val="single" w:sz="4" w:space="0" w:color="auto"/>
              <w:right w:val="single" w:sz="4" w:space="0" w:color="auto"/>
            </w:tcBorders>
          </w:tcPr>
          <w:p w14:paraId="7F83D74F" w14:textId="77777777" w:rsidR="008464AD" w:rsidRPr="00AE07E9" w:rsidRDefault="008464AD" w:rsidP="008464AD">
            <w:pPr>
              <w:tabs>
                <w:tab w:val="right" w:leader="dot" w:pos="8680"/>
              </w:tabs>
              <w:rPr>
                <w:rFonts w:eastAsia="Times New Roman" w:cs="Times New Roman"/>
                <w:lang w:eastAsia="en-GB"/>
              </w:rPr>
            </w:pPr>
          </w:p>
        </w:tc>
      </w:tr>
      <w:tr w:rsidR="008464AD" w:rsidRPr="00AE07E9" w14:paraId="4107EFF5" w14:textId="77777777" w:rsidTr="008464AD">
        <w:trPr>
          <w:cantSplit/>
          <w:trHeight w:hRule="exact" w:val="170"/>
        </w:trPr>
        <w:tc>
          <w:tcPr>
            <w:tcW w:w="567" w:type="dxa"/>
            <w:vAlign w:val="center"/>
          </w:tcPr>
          <w:p w14:paraId="018E0D5B" w14:textId="77777777" w:rsidR="008464AD" w:rsidRPr="00AE07E9" w:rsidRDefault="008464AD" w:rsidP="008464A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5E813730" w14:textId="77777777" w:rsidR="008464AD" w:rsidRPr="00AE07E9" w:rsidRDefault="008464AD" w:rsidP="008464A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251F68E5" w14:textId="77777777" w:rsidR="008464AD" w:rsidRPr="00AE07E9" w:rsidRDefault="008464AD" w:rsidP="008464AD">
            <w:pPr>
              <w:tabs>
                <w:tab w:val="right" w:leader="dot" w:pos="8680"/>
              </w:tabs>
              <w:rPr>
                <w:rFonts w:eastAsia="Times New Roman" w:cs="Times New Roman"/>
                <w:lang w:eastAsia="en-GB"/>
              </w:rPr>
            </w:pPr>
          </w:p>
        </w:tc>
      </w:tr>
      <w:tr w:rsidR="008464AD" w:rsidRPr="00AE07E9" w14:paraId="7FD77219" w14:textId="77777777" w:rsidTr="008464AD">
        <w:trPr>
          <w:cantSplit/>
          <w:trHeight w:hRule="exact" w:val="567"/>
        </w:trPr>
        <w:tc>
          <w:tcPr>
            <w:tcW w:w="567" w:type="dxa"/>
            <w:vAlign w:val="center"/>
          </w:tcPr>
          <w:p w14:paraId="688D70E1" w14:textId="77777777" w:rsidR="008464AD" w:rsidRPr="00AE07E9" w:rsidRDefault="008464AD" w:rsidP="008464A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vAlign w:val="center"/>
          </w:tcPr>
          <w:p w14:paraId="0F160C31" w14:textId="7C37BAB0" w:rsidR="008464AD" w:rsidRPr="00535269" w:rsidRDefault="00BE4813" w:rsidP="008464AD">
            <w:pPr>
              <w:tabs>
                <w:tab w:val="right" w:leader="dot" w:pos="8680"/>
              </w:tabs>
              <w:rPr>
                <w:highlight w:val="yellow"/>
              </w:rPr>
            </w:pPr>
            <w:r>
              <w:t>The same as V</w:t>
            </w:r>
            <w:r w:rsidR="00D55410">
              <w:t>.</w:t>
            </w:r>
          </w:p>
        </w:tc>
        <w:tc>
          <w:tcPr>
            <w:tcW w:w="567" w:type="dxa"/>
            <w:tcBorders>
              <w:top w:val="single" w:sz="4" w:space="0" w:color="auto"/>
              <w:left w:val="single" w:sz="4" w:space="0" w:color="auto"/>
              <w:bottom w:val="single" w:sz="4" w:space="0" w:color="auto"/>
              <w:right w:val="single" w:sz="4" w:space="0" w:color="auto"/>
            </w:tcBorders>
          </w:tcPr>
          <w:p w14:paraId="79926271" w14:textId="77777777" w:rsidR="008464AD" w:rsidRPr="00AE07E9" w:rsidRDefault="008464AD" w:rsidP="008464AD">
            <w:pPr>
              <w:tabs>
                <w:tab w:val="right" w:leader="dot" w:pos="8680"/>
              </w:tabs>
              <w:rPr>
                <w:rFonts w:eastAsia="Times New Roman" w:cs="Times New Roman"/>
                <w:lang w:eastAsia="en-GB"/>
              </w:rPr>
            </w:pPr>
          </w:p>
        </w:tc>
      </w:tr>
      <w:tr w:rsidR="008464AD" w:rsidRPr="00AE07E9" w14:paraId="0CDF990B" w14:textId="77777777" w:rsidTr="008464AD">
        <w:trPr>
          <w:cantSplit/>
          <w:trHeight w:hRule="exact" w:val="170"/>
        </w:trPr>
        <w:tc>
          <w:tcPr>
            <w:tcW w:w="567" w:type="dxa"/>
            <w:vAlign w:val="center"/>
          </w:tcPr>
          <w:p w14:paraId="07411C67" w14:textId="77777777" w:rsidR="008464AD" w:rsidRPr="00AE07E9" w:rsidRDefault="008464AD" w:rsidP="008464AD">
            <w:pPr>
              <w:tabs>
                <w:tab w:val="right" w:leader="dot" w:pos="8680"/>
              </w:tabs>
              <w:jc w:val="center"/>
              <w:rPr>
                <w:rFonts w:eastAsia="Times New Roman" w:cs="Times New Roman"/>
                <w:b/>
                <w:lang w:eastAsia="en-GB"/>
              </w:rPr>
            </w:pPr>
          </w:p>
        </w:tc>
        <w:tc>
          <w:tcPr>
            <w:tcW w:w="7655" w:type="dxa"/>
          </w:tcPr>
          <w:p w14:paraId="7C2D377B" w14:textId="77777777" w:rsidR="008464AD" w:rsidRPr="00AE07E9" w:rsidRDefault="008464AD" w:rsidP="008464A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46A396DE" w14:textId="77777777" w:rsidR="008464AD" w:rsidRPr="00AE07E9" w:rsidRDefault="008464AD" w:rsidP="008464AD">
            <w:pPr>
              <w:tabs>
                <w:tab w:val="right" w:leader="dot" w:pos="8680"/>
              </w:tabs>
              <w:rPr>
                <w:rFonts w:eastAsia="Times New Roman" w:cs="Times New Roman"/>
                <w:lang w:eastAsia="en-GB"/>
              </w:rPr>
            </w:pPr>
          </w:p>
        </w:tc>
      </w:tr>
      <w:tr w:rsidR="008464AD" w:rsidRPr="00AE07E9" w14:paraId="701588A5" w14:textId="77777777" w:rsidTr="008464AD">
        <w:trPr>
          <w:cantSplit/>
          <w:trHeight w:hRule="exact" w:val="567"/>
        </w:trPr>
        <w:tc>
          <w:tcPr>
            <w:tcW w:w="567" w:type="dxa"/>
            <w:vAlign w:val="center"/>
          </w:tcPr>
          <w:p w14:paraId="78FEFF07" w14:textId="77777777" w:rsidR="008464AD" w:rsidRPr="00AE07E9" w:rsidRDefault="008464AD" w:rsidP="008464A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vAlign w:val="center"/>
          </w:tcPr>
          <w:p w14:paraId="0AA9F3F9" w14:textId="140B9C6C" w:rsidR="008464AD" w:rsidRPr="00535269" w:rsidRDefault="00BE4813" w:rsidP="008464AD">
            <w:pPr>
              <w:tabs>
                <w:tab w:val="right" w:leader="dot" w:pos="8680"/>
              </w:tabs>
              <w:rPr>
                <w:highlight w:val="yellow"/>
              </w:rPr>
            </w:pPr>
            <w:r>
              <w:t>Two times bigger than V</w:t>
            </w:r>
            <w:r w:rsidR="00D55410">
              <w:t>.</w:t>
            </w:r>
          </w:p>
        </w:tc>
        <w:tc>
          <w:tcPr>
            <w:tcW w:w="567" w:type="dxa"/>
            <w:tcBorders>
              <w:top w:val="single" w:sz="4" w:space="0" w:color="auto"/>
              <w:left w:val="single" w:sz="4" w:space="0" w:color="auto"/>
              <w:bottom w:val="single" w:sz="4" w:space="0" w:color="auto"/>
              <w:right w:val="single" w:sz="4" w:space="0" w:color="auto"/>
            </w:tcBorders>
          </w:tcPr>
          <w:p w14:paraId="081D88CB" w14:textId="77777777" w:rsidR="008464AD" w:rsidRPr="00AE07E9" w:rsidRDefault="008464AD" w:rsidP="008464AD">
            <w:pPr>
              <w:tabs>
                <w:tab w:val="right" w:leader="dot" w:pos="8680"/>
              </w:tabs>
              <w:rPr>
                <w:rFonts w:eastAsia="Times New Roman" w:cs="Times New Roman"/>
                <w:lang w:eastAsia="en-GB"/>
              </w:rPr>
            </w:pPr>
          </w:p>
        </w:tc>
      </w:tr>
    </w:tbl>
    <w:p w14:paraId="0C7384CB" w14:textId="77777777" w:rsidR="00201AC2" w:rsidRDefault="00201AC2" w:rsidP="006F3279">
      <w:pPr>
        <w:spacing w:after="240"/>
        <w:rPr>
          <w:szCs w:val="18"/>
        </w:rPr>
      </w:pPr>
    </w:p>
    <w:p w14:paraId="3A995943" w14:textId="69D3F6A5" w:rsidR="00BE4813" w:rsidRDefault="00BE4813">
      <w:pPr>
        <w:spacing w:after="200" w:line="276" w:lineRule="auto"/>
        <w:rPr>
          <w:szCs w:val="18"/>
        </w:rPr>
      </w:pPr>
      <w:r>
        <w:rPr>
          <w:szCs w:val="18"/>
        </w:rPr>
        <w:br w:type="page"/>
      </w:r>
    </w:p>
    <w:p w14:paraId="2CEFE0C8" w14:textId="77777777" w:rsidR="00BE4813" w:rsidRPr="00BE4813" w:rsidRDefault="00BE4813" w:rsidP="00BE4813">
      <w:pPr>
        <w:spacing w:line="276" w:lineRule="auto"/>
        <w:rPr>
          <w:szCs w:val="18"/>
        </w:rPr>
      </w:pPr>
    </w:p>
    <w:p w14:paraId="44E3801E" w14:textId="77777777" w:rsidR="00BE4813" w:rsidRPr="00BE4813" w:rsidRDefault="00BE4813" w:rsidP="00BE4813">
      <w:pPr>
        <w:pStyle w:val="ListParagraph"/>
        <w:numPr>
          <w:ilvl w:val="0"/>
          <w:numId w:val="10"/>
        </w:numPr>
        <w:spacing w:line="276" w:lineRule="auto"/>
        <w:ind w:left="357" w:hanging="357"/>
        <w:rPr>
          <w:szCs w:val="18"/>
          <w:lang w:val="en-US"/>
        </w:rPr>
      </w:pPr>
      <w:r w:rsidRPr="00BE4813">
        <w:rPr>
          <w:szCs w:val="18"/>
          <w:lang w:val="en-US"/>
        </w:rPr>
        <w:t xml:space="preserve">Spaceship </w:t>
      </w:r>
      <w:r w:rsidRPr="00BE4813">
        <w:rPr>
          <w:szCs w:val="18"/>
          <w:lang w:val="en-US"/>
        </w:rPr>
        <w:t xml:space="preserve">X has twice the mass of spaceship V. </w:t>
      </w:r>
    </w:p>
    <w:p w14:paraId="31FF6341" w14:textId="5EDCD20F" w:rsidR="00BE4813" w:rsidRDefault="00BE4813" w:rsidP="00532DA3">
      <w:pPr>
        <w:spacing w:after="240" w:line="276" w:lineRule="auto"/>
        <w:ind w:firstLine="357"/>
        <w:rPr>
          <w:noProof/>
        </w:rPr>
      </w:pPr>
      <w:r w:rsidRPr="00BE4813">
        <w:rPr>
          <w:szCs w:val="18"/>
          <w:lang w:val="en-US"/>
        </w:rPr>
        <w:t>The resultant force acting on it is the same.</w:t>
      </w:r>
    </w:p>
    <w:p w14:paraId="587379D7" w14:textId="04397ABF" w:rsidR="00532DA3" w:rsidRPr="00BE4813" w:rsidRDefault="00532DA3" w:rsidP="00532DA3">
      <w:pPr>
        <w:spacing w:line="276" w:lineRule="auto"/>
        <w:ind w:left="1" w:firstLine="356"/>
        <w:jc w:val="center"/>
      </w:pPr>
      <w:r>
        <w:rPr>
          <w:noProof/>
        </w:rPr>
        <w:drawing>
          <wp:inline distT="0" distB="0" distL="0" distR="0" wp14:anchorId="0E755E7F" wp14:editId="362D0FC6">
            <wp:extent cx="5359433" cy="1080000"/>
            <wp:effectExtent l="0" t="0" r="0" b="635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59433" cy="1080000"/>
                    </a:xfrm>
                    <a:prstGeom prst="rect">
                      <a:avLst/>
                    </a:prstGeom>
                    <a:noFill/>
                  </pic:spPr>
                </pic:pic>
              </a:graphicData>
            </a:graphic>
          </wp:inline>
        </w:drawing>
      </w:r>
    </w:p>
    <w:p w14:paraId="7852DE8F" w14:textId="70A4E916" w:rsidR="00BE4813" w:rsidRDefault="00BE4813" w:rsidP="00532DA3">
      <w:pPr>
        <w:spacing w:before="240" w:after="120"/>
        <w:ind w:left="425"/>
        <w:rPr>
          <w:sz w:val="28"/>
        </w:rPr>
      </w:pPr>
      <w:r w:rsidRPr="00BE4813">
        <w:rPr>
          <w:sz w:val="28"/>
        </w:rPr>
        <w:t xml:space="preserve">What is the acceleration of spaceship </w:t>
      </w:r>
      <w:r w:rsidR="00532DA3">
        <w:rPr>
          <w:sz w:val="28"/>
        </w:rPr>
        <w:t>X</w:t>
      </w:r>
      <w:r w:rsidRPr="00BE4813">
        <w:rPr>
          <w:sz w:val="28"/>
        </w:rPr>
        <w:t>?</w:t>
      </w:r>
    </w:p>
    <w:p w14:paraId="46186F75" w14:textId="3278B5A5" w:rsidR="00BE4813" w:rsidRPr="00BE4813" w:rsidRDefault="00BE4813" w:rsidP="00BE4813">
      <w:pPr>
        <w:spacing w:after="120"/>
        <w:ind w:left="425"/>
        <w:rPr>
          <w:sz w:val="28"/>
        </w:rPr>
      </w:pPr>
      <w:r w:rsidRPr="00FB2831">
        <w:rPr>
          <w:i/>
        </w:rPr>
        <w:t>Put a tick (</w:t>
      </w:r>
      <w:r w:rsidRPr="00FB2831">
        <w:rPr>
          <w:i/>
        </w:rPr>
        <w:sym w:font="Wingdings" w:char="F0FC"/>
      </w:r>
      <w:r w:rsidRPr="00FB2831">
        <w:rPr>
          <w:i/>
        </w:rP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BE4813" w:rsidRPr="00AE07E9" w14:paraId="5978C341" w14:textId="77777777" w:rsidTr="003E08FB">
        <w:trPr>
          <w:cantSplit/>
          <w:trHeight w:hRule="exact" w:val="567"/>
        </w:trPr>
        <w:tc>
          <w:tcPr>
            <w:tcW w:w="567" w:type="dxa"/>
            <w:vAlign w:val="center"/>
          </w:tcPr>
          <w:p w14:paraId="1E310671" w14:textId="77777777" w:rsidR="00BE4813" w:rsidRPr="00AE07E9" w:rsidRDefault="00BE4813" w:rsidP="003E08FB">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vAlign w:val="center"/>
          </w:tcPr>
          <w:p w14:paraId="59D0E581" w14:textId="77777777" w:rsidR="00BE4813" w:rsidRPr="00535269" w:rsidRDefault="00BE4813" w:rsidP="003E08FB">
            <w:pPr>
              <w:tabs>
                <w:tab w:val="right" w:leader="dot" w:pos="8680"/>
              </w:tabs>
              <w:rPr>
                <w:highlight w:val="yellow"/>
              </w:rPr>
            </w:pPr>
            <w:r>
              <w:t>Two</w:t>
            </w:r>
            <w:r w:rsidRPr="002E2471">
              <w:t xml:space="preserve"> times smaller</w:t>
            </w:r>
            <w:r>
              <w:t xml:space="preserve"> than V.</w:t>
            </w:r>
          </w:p>
        </w:tc>
        <w:tc>
          <w:tcPr>
            <w:tcW w:w="567" w:type="dxa"/>
            <w:tcBorders>
              <w:top w:val="single" w:sz="4" w:space="0" w:color="auto"/>
              <w:left w:val="single" w:sz="4" w:space="0" w:color="auto"/>
              <w:bottom w:val="single" w:sz="4" w:space="0" w:color="auto"/>
              <w:right w:val="single" w:sz="4" w:space="0" w:color="auto"/>
            </w:tcBorders>
          </w:tcPr>
          <w:p w14:paraId="3E017881" w14:textId="77777777" w:rsidR="00BE4813" w:rsidRPr="00AE07E9" w:rsidRDefault="00BE4813" w:rsidP="003E08FB">
            <w:pPr>
              <w:tabs>
                <w:tab w:val="right" w:leader="dot" w:pos="8680"/>
              </w:tabs>
              <w:rPr>
                <w:rFonts w:eastAsia="Times New Roman" w:cs="Times New Roman"/>
                <w:lang w:eastAsia="en-GB"/>
              </w:rPr>
            </w:pPr>
          </w:p>
        </w:tc>
      </w:tr>
      <w:tr w:rsidR="00BE4813" w:rsidRPr="00AE07E9" w14:paraId="237A40AE" w14:textId="77777777" w:rsidTr="003E08FB">
        <w:trPr>
          <w:cantSplit/>
          <w:trHeight w:hRule="exact" w:val="170"/>
        </w:trPr>
        <w:tc>
          <w:tcPr>
            <w:tcW w:w="567" w:type="dxa"/>
            <w:vAlign w:val="center"/>
          </w:tcPr>
          <w:p w14:paraId="08E77F04" w14:textId="77777777" w:rsidR="00BE4813" w:rsidRPr="00AE07E9" w:rsidRDefault="00BE4813" w:rsidP="003E08FB">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34006D3C" w14:textId="77777777" w:rsidR="00BE4813" w:rsidRPr="00AE07E9" w:rsidRDefault="00BE4813" w:rsidP="003E08FB">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0F6B53CB" w14:textId="77777777" w:rsidR="00BE4813" w:rsidRPr="00AE07E9" w:rsidRDefault="00BE4813" w:rsidP="003E08FB">
            <w:pPr>
              <w:tabs>
                <w:tab w:val="right" w:leader="dot" w:pos="8680"/>
              </w:tabs>
              <w:rPr>
                <w:rFonts w:eastAsia="Times New Roman" w:cs="Times New Roman"/>
                <w:lang w:eastAsia="en-GB"/>
              </w:rPr>
            </w:pPr>
          </w:p>
        </w:tc>
      </w:tr>
      <w:tr w:rsidR="00BE4813" w:rsidRPr="00AE07E9" w14:paraId="1A8A50EE" w14:textId="77777777" w:rsidTr="003E08FB">
        <w:trPr>
          <w:cantSplit/>
          <w:trHeight w:hRule="exact" w:val="567"/>
        </w:trPr>
        <w:tc>
          <w:tcPr>
            <w:tcW w:w="567" w:type="dxa"/>
            <w:vAlign w:val="center"/>
          </w:tcPr>
          <w:p w14:paraId="241013F3" w14:textId="77777777" w:rsidR="00BE4813" w:rsidRPr="00AE07E9" w:rsidRDefault="00BE4813" w:rsidP="003E08FB">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vAlign w:val="center"/>
          </w:tcPr>
          <w:p w14:paraId="17DA28B9" w14:textId="77777777" w:rsidR="00BE4813" w:rsidRPr="00535269" w:rsidRDefault="00BE4813" w:rsidP="003E08FB">
            <w:pPr>
              <w:tabs>
                <w:tab w:val="right" w:leader="dot" w:pos="8680"/>
              </w:tabs>
              <w:rPr>
                <w:highlight w:val="yellow"/>
              </w:rPr>
            </w:pPr>
            <w:r>
              <w:t>The same as V.</w:t>
            </w:r>
          </w:p>
        </w:tc>
        <w:tc>
          <w:tcPr>
            <w:tcW w:w="567" w:type="dxa"/>
            <w:tcBorders>
              <w:top w:val="single" w:sz="4" w:space="0" w:color="auto"/>
              <w:left w:val="single" w:sz="4" w:space="0" w:color="auto"/>
              <w:bottom w:val="single" w:sz="4" w:space="0" w:color="auto"/>
              <w:right w:val="single" w:sz="4" w:space="0" w:color="auto"/>
            </w:tcBorders>
          </w:tcPr>
          <w:p w14:paraId="2758F3B6" w14:textId="77777777" w:rsidR="00BE4813" w:rsidRPr="00AE07E9" w:rsidRDefault="00BE4813" w:rsidP="003E08FB">
            <w:pPr>
              <w:tabs>
                <w:tab w:val="right" w:leader="dot" w:pos="8680"/>
              </w:tabs>
              <w:rPr>
                <w:rFonts w:eastAsia="Times New Roman" w:cs="Times New Roman"/>
                <w:lang w:eastAsia="en-GB"/>
              </w:rPr>
            </w:pPr>
          </w:p>
        </w:tc>
      </w:tr>
      <w:tr w:rsidR="00BE4813" w:rsidRPr="00AE07E9" w14:paraId="2F27993C" w14:textId="77777777" w:rsidTr="003E08FB">
        <w:trPr>
          <w:cantSplit/>
          <w:trHeight w:hRule="exact" w:val="170"/>
        </w:trPr>
        <w:tc>
          <w:tcPr>
            <w:tcW w:w="567" w:type="dxa"/>
            <w:vAlign w:val="center"/>
          </w:tcPr>
          <w:p w14:paraId="474F7CB3" w14:textId="77777777" w:rsidR="00BE4813" w:rsidRPr="00AE07E9" w:rsidRDefault="00BE4813" w:rsidP="003E08FB">
            <w:pPr>
              <w:tabs>
                <w:tab w:val="right" w:leader="dot" w:pos="8680"/>
              </w:tabs>
              <w:jc w:val="center"/>
              <w:rPr>
                <w:rFonts w:eastAsia="Times New Roman" w:cs="Times New Roman"/>
                <w:b/>
                <w:lang w:eastAsia="en-GB"/>
              </w:rPr>
            </w:pPr>
          </w:p>
        </w:tc>
        <w:tc>
          <w:tcPr>
            <w:tcW w:w="7655" w:type="dxa"/>
          </w:tcPr>
          <w:p w14:paraId="4F6FA862" w14:textId="77777777" w:rsidR="00BE4813" w:rsidRPr="00AE07E9" w:rsidRDefault="00BE4813" w:rsidP="003E08FB">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099B8AC7" w14:textId="77777777" w:rsidR="00BE4813" w:rsidRPr="00AE07E9" w:rsidRDefault="00BE4813" w:rsidP="003E08FB">
            <w:pPr>
              <w:tabs>
                <w:tab w:val="right" w:leader="dot" w:pos="8680"/>
              </w:tabs>
              <w:rPr>
                <w:rFonts w:eastAsia="Times New Roman" w:cs="Times New Roman"/>
                <w:lang w:eastAsia="en-GB"/>
              </w:rPr>
            </w:pPr>
          </w:p>
        </w:tc>
      </w:tr>
      <w:tr w:rsidR="00BE4813" w:rsidRPr="00AE07E9" w14:paraId="617153F1" w14:textId="77777777" w:rsidTr="003E08FB">
        <w:trPr>
          <w:cantSplit/>
          <w:trHeight w:hRule="exact" w:val="567"/>
        </w:trPr>
        <w:tc>
          <w:tcPr>
            <w:tcW w:w="567" w:type="dxa"/>
            <w:vAlign w:val="center"/>
          </w:tcPr>
          <w:p w14:paraId="1D2E5B54" w14:textId="77777777" w:rsidR="00BE4813" w:rsidRPr="00AE07E9" w:rsidRDefault="00BE4813" w:rsidP="003E08FB">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vAlign w:val="center"/>
          </w:tcPr>
          <w:p w14:paraId="167278C4" w14:textId="77777777" w:rsidR="00BE4813" w:rsidRPr="00535269" w:rsidRDefault="00BE4813" w:rsidP="003E08FB">
            <w:pPr>
              <w:tabs>
                <w:tab w:val="right" w:leader="dot" w:pos="8680"/>
              </w:tabs>
              <w:rPr>
                <w:highlight w:val="yellow"/>
              </w:rPr>
            </w:pPr>
            <w:r>
              <w:t>Two times bigger than V.</w:t>
            </w:r>
          </w:p>
        </w:tc>
        <w:tc>
          <w:tcPr>
            <w:tcW w:w="567" w:type="dxa"/>
            <w:tcBorders>
              <w:top w:val="single" w:sz="4" w:space="0" w:color="auto"/>
              <w:left w:val="single" w:sz="4" w:space="0" w:color="auto"/>
              <w:bottom w:val="single" w:sz="4" w:space="0" w:color="auto"/>
              <w:right w:val="single" w:sz="4" w:space="0" w:color="auto"/>
            </w:tcBorders>
          </w:tcPr>
          <w:p w14:paraId="408FA31D" w14:textId="77777777" w:rsidR="00BE4813" w:rsidRPr="00AE07E9" w:rsidRDefault="00BE4813" w:rsidP="003E08FB">
            <w:pPr>
              <w:tabs>
                <w:tab w:val="right" w:leader="dot" w:pos="8680"/>
              </w:tabs>
              <w:rPr>
                <w:rFonts w:eastAsia="Times New Roman" w:cs="Times New Roman"/>
                <w:lang w:eastAsia="en-GB"/>
              </w:rPr>
            </w:pPr>
          </w:p>
        </w:tc>
      </w:tr>
    </w:tbl>
    <w:p w14:paraId="53AE3E88" w14:textId="018EF552" w:rsidR="00BE4813" w:rsidRDefault="00BE4813" w:rsidP="00BE4813">
      <w:pPr>
        <w:spacing w:after="240"/>
        <w:rPr>
          <w:szCs w:val="18"/>
        </w:rPr>
      </w:pPr>
    </w:p>
    <w:p w14:paraId="6465F5DF" w14:textId="77777777" w:rsidR="00532DA3" w:rsidRDefault="00532DA3" w:rsidP="00BE4813">
      <w:pPr>
        <w:spacing w:after="240"/>
        <w:rPr>
          <w:szCs w:val="18"/>
        </w:rPr>
      </w:pPr>
    </w:p>
    <w:p w14:paraId="73089A29" w14:textId="41682441" w:rsidR="00BE4813" w:rsidRPr="00BE4813" w:rsidRDefault="00BE4813" w:rsidP="00BE4813">
      <w:pPr>
        <w:pStyle w:val="ListParagraph"/>
        <w:numPr>
          <w:ilvl w:val="0"/>
          <w:numId w:val="10"/>
        </w:numPr>
        <w:spacing w:line="276" w:lineRule="auto"/>
        <w:ind w:left="357" w:hanging="357"/>
        <w:rPr>
          <w:szCs w:val="18"/>
        </w:rPr>
      </w:pPr>
      <w:r w:rsidRPr="00BE4813">
        <w:rPr>
          <w:szCs w:val="18"/>
          <w:lang w:val="en-US"/>
        </w:rPr>
        <w:t xml:space="preserve">Spaceship </w:t>
      </w:r>
      <w:r w:rsidR="00532DA3">
        <w:rPr>
          <w:szCs w:val="18"/>
          <w:lang w:val="en-US"/>
        </w:rPr>
        <w:t>Y</w:t>
      </w:r>
      <w:r w:rsidRPr="00BE4813">
        <w:rPr>
          <w:szCs w:val="18"/>
          <w:lang w:val="en-US"/>
        </w:rPr>
        <w:t xml:space="preserve"> has </w:t>
      </w:r>
      <w:r w:rsidR="00532DA3">
        <w:rPr>
          <w:szCs w:val="18"/>
          <w:lang w:val="en-US"/>
        </w:rPr>
        <w:t>half the</w:t>
      </w:r>
      <w:r w:rsidRPr="00BE4813">
        <w:rPr>
          <w:szCs w:val="18"/>
          <w:lang w:val="en-US"/>
        </w:rPr>
        <w:t xml:space="preserve"> mass </w:t>
      </w:r>
      <w:r w:rsidR="00532DA3">
        <w:rPr>
          <w:szCs w:val="18"/>
          <w:lang w:val="en-US"/>
        </w:rPr>
        <w:t>of</w:t>
      </w:r>
      <w:r w:rsidRPr="00BE4813">
        <w:rPr>
          <w:szCs w:val="18"/>
          <w:lang w:val="en-US"/>
        </w:rPr>
        <w:t xml:space="preserve"> spaceship V. </w:t>
      </w:r>
    </w:p>
    <w:p w14:paraId="7AF6D63E" w14:textId="77777777" w:rsidR="00532DA3" w:rsidRDefault="00532DA3" w:rsidP="00532DA3">
      <w:pPr>
        <w:spacing w:after="240"/>
        <w:ind w:firstLine="357"/>
        <w:rPr>
          <w:szCs w:val="18"/>
          <w:lang w:val="en-US"/>
        </w:rPr>
      </w:pPr>
      <w:r w:rsidRPr="00532DA3">
        <w:rPr>
          <w:szCs w:val="18"/>
          <w:lang w:val="en-US"/>
        </w:rPr>
        <w:t>The resultant force acting on it is two times as big.</w:t>
      </w:r>
    </w:p>
    <w:p w14:paraId="561078A1" w14:textId="0BF2C186" w:rsidR="00BE4813" w:rsidRPr="00BE4813" w:rsidRDefault="00532DA3" w:rsidP="00532DA3">
      <w:pPr>
        <w:spacing w:after="240"/>
        <w:ind w:left="425"/>
        <w:jc w:val="center"/>
      </w:pPr>
      <w:r>
        <w:rPr>
          <w:noProof/>
        </w:rPr>
        <w:drawing>
          <wp:inline distT="0" distB="0" distL="0" distR="0" wp14:anchorId="37F07E07" wp14:editId="295C2A2F">
            <wp:extent cx="5359427" cy="1080000"/>
            <wp:effectExtent l="0" t="0" r="0" b="635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59427" cy="1080000"/>
                    </a:xfrm>
                    <a:prstGeom prst="rect">
                      <a:avLst/>
                    </a:prstGeom>
                    <a:noFill/>
                  </pic:spPr>
                </pic:pic>
              </a:graphicData>
            </a:graphic>
          </wp:inline>
        </w:drawing>
      </w:r>
    </w:p>
    <w:p w14:paraId="50F09C71" w14:textId="30F8B11D" w:rsidR="00BE4813" w:rsidRDefault="00BE4813" w:rsidP="00532DA3">
      <w:pPr>
        <w:spacing w:before="240" w:after="120"/>
        <w:ind w:left="425"/>
        <w:rPr>
          <w:sz w:val="28"/>
        </w:rPr>
      </w:pPr>
      <w:r w:rsidRPr="00BE4813">
        <w:rPr>
          <w:sz w:val="28"/>
        </w:rPr>
        <w:t xml:space="preserve">What is the acceleration of spaceship </w:t>
      </w:r>
      <w:r w:rsidR="00532DA3">
        <w:rPr>
          <w:sz w:val="28"/>
        </w:rPr>
        <w:t>Y</w:t>
      </w:r>
      <w:r w:rsidRPr="00BE4813">
        <w:rPr>
          <w:sz w:val="28"/>
        </w:rPr>
        <w:t>?</w:t>
      </w:r>
    </w:p>
    <w:p w14:paraId="523E8E88" w14:textId="44EEC721" w:rsidR="00BE4813" w:rsidRPr="00BE4813" w:rsidRDefault="00BE4813" w:rsidP="00BE4813">
      <w:pPr>
        <w:spacing w:after="120"/>
        <w:ind w:left="425"/>
        <w:rPr>
          <w:sz w:val="28"/>
        </w:rPr>
      </w:pPr>
      <w:r w:rsidRPr="00FB2831">
        <w:rPr>
          <w:i/>
        </w:rPr>
        <w:t>Put a tick (</w:t>
      </w:r>
      <w:r w:rsidRPr="00FB2831">
        <w:rPr>
          <w:i/>
        </w:rPr>
        <w:sym w:font="Wingdings" w:char="F0FC"/>
      </w:r>
      <w:r w:rsidRPr="00FB2831">
        <w:rPr>
          <w:i/>
        </w:rP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BE4813" w:rsidRPr="00AE07E9" w14:paraId="52ED242A" w14:textId="77777777" w:rsidTr="003E08FB">
        <w:trPr>
          <w:cantSplit/>
          <w:trHeight w:hRule="exact" w:val="567"/>
        </w:trPr>
        <w:tc>
          <w:tcPr>
            <w:tcW w:w="567" w:type="dxa"/>
            <w:vAlign w:val="center"/>
          </w:tcPr>
          <w:p w14:paraId="39AE80BB" w14:textId="77777777" w:rsidR="00BE4813" w:rsidRPr="00AE07E9" w:rsidRDefault="00BE4813" w:rsidP="003E08FB">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vAlign w:val="center"/>
          </w:tcPr>
          <w:p w14:paraId="768D4C10" w14:textId="0C1F28E6" w:rsidR="00BE4813" w:rsidRPr="00535269" w:rsidRDefault="00532DA3" w:rsidP="003E08FB">
            <w:pPr>
              <w:tabs>
                <w:tab w:val="right" w:leader="dot" w:pos="8680"/>
              </w:tabs>
              <w:rPr>
                <w:highlight w:val="yellow"/>
              </w:rPr>
            </w:pPr>
            <w:r>
              <w:t>The same as V.</w:t>
            </w:r>
          </w:p>
        </w:tc>
        <w:tc>
          <w:tcPr>
            <w:tcW w:w="567" w:type="dxa"/>
            <w:tcBorders>
              <w:top w:val="single" w:sz="4" w:space="0" w:color="auto"/>
              <w:left w:val="single" w:sz="4" w:space="0" w:color="auto"/>
              <w:bottom w:val="single" w:sz="4" w:space="0" w:color="auto"/>
              <w:right w:val="single" w:sz="4" w:space="0" w:color="auto"/>
            </w:tcBorders>
          </w:tcPr>
          <w:p w14:paraId="25AC029E" w14:textId="77777777" w:rsidR="00BE4813" w:rsidRPr="00AE07E9" w:rsidRDefault="00BE4813" w:rsidP="003E08FB">
            <w:pPr>
              <w:tabs>
                <w:tab w:val="right" w:leader="dot" w:pos="8680"/>
              </w:tabs>
              <w:rPr>
                <w:rFonts w:eastAsia="Times New Roman" w:cs="Times New Roman"/>
                <w:lang w:eastAsia="en-GB"/>
              </w:rPr>
            </w:pPr>
          </w:p>
        </w:tc>
      </w:tr>
      <w:tr w:rsidR="00BE4813" w:rsidRPr="00AE07E9" w14:paraId="3BA29133" w14:textId="77777777" w:rsidTr="003E08FB">
        <w:trPr>
          <w:cantSplit/>
          <w:trHeight w:hRule="exact" w:val="170"/>
        </w:trPr>
        <w:tc>
          <w:tcPr>
            <w:tcW w:w="567" w:type="dxa"/>
            <w:vAlign w:val="center"/>
          </w:tcPr>
          <w:p w14:paraId="6E914502" w14:textId="77777777" w:rsidR="00BE4813" w:rsidRPr="00AE07E9" w:rsidRDefault="00BE4813" w:rsidP="003E08FB">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56115131" w14:textId="77777777" w:rsidR="00BE4813" w:rsidRPr="00AE07E9" w:rsidRDefault="00BE4813" w:rsidP="003E08FB">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71649B31" w14:textId="77777777" w:rsidR="00BE4813" w:rsidRPr="00AE07E9" w:rsidRDefault="00BE4813" w:rsidP="003E08FB">
            <w:pPr>
              <w:tabs>
                <w:tab w:val="right" w:leader="dot" w:pos="8680"/>
              </w:tabs>
              <w:rPr>
                <w:rFonts w:eastAsia="Times New Roman" w:cs="Times New Roman"/>
                <w:lang w:eastAsia="en-GB"/>
              </w:rPr>
            </w:pPr>
          </w:p>
        </w:tc>
      </w:tr>
      <w:tr w:rsidR="00BE4813" w:rsidRPr="00AE07E9" w14:paraId="311B3D24" w14:textId="77777777" w:rsidTr="003E08FB">
        <w:trPr>
          <w:cantSplit/>
          <w:trHeight w:hRule="exact" w:val="567"/>
        </w:trPr>
        <w:tc>
          <w:tcPr>
            <w:tcW w:w="567" w:type="dxa"/>
            <w:vAlign w:val="center"/>
          </w:tcPr>
          <w:p w14:paraId="66A928AB" w14:textId="77777777" w:rsidR="00BE4813" w:rsidRPr="00AE07E9" w:rsidRDefault="00BE4813" w:rsidP="003E08FB">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vAlign w:val="center"/>
          </w:tcPr>
          <w:p w14:paraId="028A0B7B" w14:textId="63494078" w:rsidR="00BE4813" w:rsidRPr="00535269" w:rsidRDefault="00532DA3" w:rsidP="003E08FB">
            <w:pPr>
              <w:tabs>
                <w:tab w:val="right" w:leader="dot" w:pos="8680"/>
              </w:tabs>
              <w:rPr>
                <w:highlight w:val="yellow"/>
              </w:rPr>
            </w:pPr>
            <w:r>
              <w:t>Two times bigger than V.</w:t>
            </w:r>
          </w:p>
        </w:tc>
        <w:tc>
          <w:tcPr>
            <w:tcW w:w="567" w:type="dxa"/>
            <w:tcBorders>
              <w:top w:val="single" w:sz="4" w:space="0" w:color="auto"/>
              <w:left w:val="single" w:sz="4" w:space="0" w:color="auto"/>
              <w:bottom w:val="single" w:sz="4" w:space="0" w:color="auto"/>
              <w:right w:val="single" w:sz="4" w:space="0" w:color="auto"/>
            </w:tcBorders>
          </w:tcPr>
          <w:p w14:paraId="04E71B9E" w14:textId="77777777" w:rsidR="00BE4813" w:rsidRPr="00AE07E9" w:rsidRDefault="00BE4813" w:rsidP="003E08FB">
            <w:pPr>
              <w:tabs>
                <w:tab w:val="right" w:leader="dot" w:pos="8680"/>
              </w:tabs>
              <w:rPr>
                <w:rFonts w:eastAsia="Times New Roman" w:cs="Times New Roman"/>
                <w:lang w:eastAsia="en-GB"/>
              </w:rPr>
            </w:pPr>
          </w:p>
        </w:tc>
      </w:tr>
      <w:tr w:rsidR="00BE4813" w:rsidRPr="00AE07E9" w14:paraId="5AE34E48" w14:textId="77777777" w:rsidTr="003E08FB">
        <w:trPr>
          <w:cantSplit/>
          <w:trHeight w:hRule="exact" w:val="170"/>
        </w:trPr>
        <w:tc>
          <w:tcPr>
            <w:tcW w:w="567" w:type="dxa"/>
            <w:vAlign w:val="center"/>
          </w:tcPr>
          <w:p w14:paraId="7D055625" w14:textId="77777777" w:rsidR="00BE4813" w:rsidRPr="00AE07E9" w:rsidRDefault="00BE4813" w:rsidP="003E08FB">
            <w:pPr>
              <w:tabs>
                <w:tab w:val="right" w:leader="dot" w:pos="8680"/>
              </w:tabs>
              <w:jc w:val="center"/>
              <w:rPr>
                <w:rFonts w:eastAsia="Times New Roman" w:cs="Times New Roman"/>
                <w:b/>
                <w:lang w:eastAsia="en-GB"/>
              </w:rPr>
            </w:pPr>
          </w:p>
        </w:tc>
        <w:tc>
          <w:tcPr>
            <w:tcW w:w="7655" w:type="dxa"/>
          </w:tcPr>
          <w:p w14:paraId="50C6D6B8" w14:textId="77777777" w:rsidR="00BE4813" w:rsidRPr="00AE07E9" w:rsidRDefault="00BE4813" w:rsidP="003E08FB">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77282A15" w14:textId="77777777" w:rsidR="00BE4813" w:rsidRPr="00AE07E9" w:rsidRDefault="00BE4813" w:rsidP="003E08FB">
            <w:pPr>
              <w:tabs>
                <w:tab w:val="right" w:leader="dot" w:pos="8680"/>
              </w:tabs>
              <w:rPr>
                <w:rFonts w:eastAsia="Times New Roman" w:cs="Times New Roman"/>
                <w:lang w:eastAsia="en-GB"/>
              </w:rPr>
            </w:pPr>
          </w:p>
        </w:tc>
      </w:tr>
      <w:tr w:rsidR="00BE4813" w:rsidRPr="00AE07E9" w14:paraId="623C862B" w14:textId="77777777" w:rsidTr="003E08FB">
        <w:trPr>
          <w:cantSplit/>
          <w:trHeight w:hRule="exact" w:val="567"/>
        </w:trPr>
        <w:tc>
          <w:tcPr>
            <w:tcW w:w="567" w:type="dxa"/>
            <w:vAlign w:val="center"/>
          </w:tcPr>
          <w:p w14:paraId="5D3EF44D" w14:textId="77777777" w:rsidR="00BE4813" w:rsidRPr="00532DA3" w:rsidRDefault="00BE4813" w:rsidP="003E08FB">
            <w:pPr>
              <w:tabs>
                <w:tab w:val="right" w:leader="dot" w:pos="8680"/>
              </w:tabs>
              <w:jc w:val="center"/>
              <w:rPr>
                <w:rFonts w:eastAsia="Times New Roman" w:cs="Times New Roman"/>
                <w:b/>
                <w:lang w:eastAsia="en-GB"/>
              </w:rPr>
            </w:pPr>
            <w:r w:rsidRPr="00532DA3">
              <w:rPr>
                <w:rFonts w:eastAsia="Times New Roman" w:cs="Times New Roman"/>
                <w:b/>
                <w:lang w:eastAsia="en-GB"/>
              </w:rPr>
              <w:t>C</w:t>
            </w:r>
          </w:p>
        </w:tc>
        <w:tc>
          <w:tcPr>
            <w:tcW w:w="7655" w:type="dxa"/>
            <w:vAlign w:val="center"/>
          </w:tcPr>
          <w:p w14:paraId="532F0723" w14:textId="643E41D5" w:rsidR="00BE4813" w:rsidRPr="00532DA3" w:rsidRDefault="00532DA3" w:rsidP="003E08FB">
            <w:pPr>
              <w:tabs>
                <w:tab w:val="right" w:leader="dot" w:pos="8680"/>
              </w:tabs>
            </w:pPr>
            <w:r w:rsidRPr="00532DA3">
              <w:t>Four times bigger than V.</w:t>
            </w:r>
          </w:p>
        </w:tc>
        <w:tc>
          <w:tcPr>
            <w:tcW w:w="567" w:type="dxa"/>
            <w:tcBorders>
              <w:top w:val="single" w:sz="4" w:space="0" w:color="auto"/>
              <w:left w:val="single" w:sz="4" w:space="0" w:color="auto"/>
              <w:bottom w:val="single" w:sz="4" w:space="0" w:color="auto"/>
              <w:right w:val="single" w:sz="4" w:space="0" w:color="auto"/>
            </w:tcBorders>
          </w:tcPr>
          <w:p w14:paraId="4E31A966" w14:textId="77777777" w:rsidR="00BE4813" w:rsidRPr="00AE07E9" w:rsidRDefault="00BE4813" w:rsidP="003E08FB">
            <w:pPr>
              <w:tabs>
                <w:tab w:val="right" w:leader="dot" w:pos="8680"/>
              </w:tabs>
              <w:rPr>
                <w:rFonts w:eastAsia="Times New Roman" w:cs="Times New Roman"/>
                <w:lang w:eastAsia="en-GB"/>
              </w:rPr>
            </w:pPr>
          </w:p>
        </w:tc>
      </w:tr>
    </w:tbl>
    <w:p w14:paraId="46F410D6" w14:textId="77777777" w:rsidR="00BE4813" w:rsidRDefault="00BE4813" w:rsidP="00BE4813">
      <w:pPr>
        <w:spacing w:after="240"/>
        <w:rPr>
          <w:szCs w:val="18"/>
        </w:rPr>
      </w:pPr>
    </w:p>
    <w:p w14:paraId="043FDC2D" w14:textId="77777777" w:rsidR="00BE4813" w:rsidRDefault="00BE4813">
      <w:pPr>
        <w:spacing w:after="200" w:line="276" w:lineRule="auto"/>
        <w:rPr>
          <w:szCs w:val="18"/>
          <w:lang w:val="en-US"/>
        </w:rPr>
      </w:pPr>
      <w:r>
        <w:rPr>
          <w:szCs w:val="18"/>
          <w:lang w:val="en-US"/>
        </w:rPr>
        <w:br w:type="page"/>
      </w:r>
    </w:p>
    <w:p w14:paraId="4CDEA8B3" w14:textId="77777777" w:rsidR="00532DA3" w:rsidRPr="00532DA3" w:rsidRDefault="00532DA3" w:rsidP="00532DA3">
      <w:pPr>
        <w:spacing w:line="276" w:lineRule="auto"/>
        <w:rPr>
          <w:szCs w:val="18"/>
        </w:rPr>
      </w:pPr>
    </w:p>
    <w:p w14:paraId="7D190A2A" w14:textId="6A699247" w:rsidR="00BE4813" w:rsidRPr="00BE4813" w:rsidRDefault="00BE4813" w:rsidP="00BE4813">
      <w:pPr>
        <w:pStyle w:val="ListParagraph"/>
        <w:numPr>
          <w:ilvl w:val="0"/>
          <w:numId w:val="10"/>
        </w:numPr>
        <w:spacing w:line="276" w:lineRule="auto"/>
        <w:ind w:left="357" w:hanging="357"/>
        <w:rPr>
          <w:szCs w:val="18"/>
        </w:rPr>
      </w:pPr>
      <w:r w:rsidRPr="00BE4813">
        <w:rPr>
          <w:szCs w:val="18"/>
          <w:lang w:val="en-US"/>
        </w:rPr>
        <w:t xml:space="preserve">Spaceship </w:t>
      </w:r>
      <w:r w:rsidR="002926C4">
        <w:rPr>
          <w:szCs w:val="18"/>
          <w:lang w:val="en-US"/>
        </w:rPr>
        <w:t>Z</w:t>
      </w:r>
      <w:r w:rsidRPr="00BE4813">
        <w:rPr>
          <w:szCs w:val="18"/>
          <w:lang w:val="en-US"/>
        </w:rPr>
        <w:t xml:space="preserve"> has the same mass as spaceship V. </w:t>
      </w:r>
    </w:p>
    <w:p w14:paraId="44A7ED29" w14:textId="77777777" w:rsidR="00BE4813" w:rsidRPr="00BE4813" w:rsidRDefault="00BE4813" w:rsidP="00532DA3">
      <w:pPr>
        <w:spacing w:after="240"/>
        <w:ind w:left="425" w:hanging="62"/>
        <w:rPr>
          <w:szCs w:val="18"/>
        </w:rPr>
      </w:pPr>
      <w:r w:rsidRPr="00BE4813">
        <w:rPr>
          <w:szCs w:val="18"/>
          <w:lang w:val="en-US"/>
        </w:rPr>
        <w:t>It has twice the resultant force acting on it.</w:t>
      </w:r>
    </w:p>
    <w:p w14:paraId="79421A21" w14:textId="01A60744" w:rsidR="00BE4813" w:rsidRPr="00BE4813" w:rsidRDefault="002926C4" w:rsidP="002926C4">
      <w:pPr>
        <w:spacing w:after="180"/>
        <w:ind w:left="425" w:firstLine="1"/>
        <w:jc w:val="center"/>
      </w:pPr>
      <w:r>
        <w:rPr>
          <w:noProof/>
        </w:rPr>
        <w:drawing>
          <wp:inline distT="0" distB="0" distL="0" distR="0" wp14:anchorId="43311877" wp14:editId="706C9FA8">
            <wp:extent cx="5359427" cy="1080000"/>
            <wp:effectExtent l="0" t="0" r="0" b="6350"/>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59427" cy="1080000"/>
                    </a:xfrm>
                    <a:prstGeom prst="rect">
                      <a:avLst/>
                    </a:prstGeom>
                    <a:noFill/>
                  </pic:spPr>
                </pic:pic>
              </a:graphicData>
            </a:graphic>
          </wp:inline>
        </w:drawing>
      </w:r>
    </w:p>
    <w:p w14:paraId="77F154D4" w14:textId="37D065F7" w:rsidR="00BE4813" w:rsidRDefault="00BE4813" w:rsidP="00532DA3">
      <w:pPr>
        <w:spacing w:before="240" w:after="120"/>
        <w:ind w:left="425"/>
        <w:rPr>
          <w:sz w:val="28"/>
        </w:rPr>
      </w:pPr>
      <w:r w:rsidRPr="00BE4813">
        <w:rPr>
          <w:sz w:val="28"/>
        </w:rPr>
        <w:t xml:space="preserve">What is the acceleration of spaceship </w:t>
      </w:r>
      <w:r w:rsidR="002926C4">
        <w:rPr>
          <w:sz w:val="28"/>
        </w:rPr>
        <w:t>Z</w:t>
      </w:r>
      <w:r w:rsidRPr="00BE4813">
        <w:rPr>
          <w:sz w:val="28"/>
        </w:rPr>
        <w:t>?</w:t>
      </w:r>
    </w:p>
    <w:p w14:paraId="77B18319" w14:textId="6FFF3E74" w:rsidR="00BE4813" w:rsidRPr="00BE4813" w:rsidRDefault="00BE4813" w:rsidP="00BE4813">
      <w:pPr>
        <w:spacing w:after="120"/>
        <w:ind w:left="425"/>
        <w:rPr>
          <w:sz w:val="28"/>
        </w:rPr>
      </w:pPr>
      <w:r w:rsidRPr="00FB2831">
        <w:rPr>
          <w:i/>
        </w:rPr>
        <w:t>Put a tick (</w:t>
      </w:r>
      <w:r w:rsidRPr="00FB2831">
        <w:rPr>
          <w:i/>
        </w:rPr>
        <w:sym w:font="Wingdings" w:char="F0FC"/>
      </w:r>
      <w:r w:rsidRPr="00FB2831">
        <w:rPr>
          <w:i/>
        </w:rP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BE4813" w:rsidRPr="00AE07E9" w14:paraId="086973BE" w14:textId="77777777" w:rsidTr="003E08FB">
        <w:trPr>
          <w:cantSplit/>
          <w:trHeight w:hRule="exact" w:val="567"/>
        </w:trPr>
        <w:tc>
          <w:tcPr>
            <w:tcW w:w="567" w:type="dxa"/>
            <w:vAlign w:val="center"/>
          </w:tcPr>
          <w:p w14:paraId="00503823" w14:textId="77777777" w:rsidR="00BE4813" w:rsidRPr="00AE07E9" w:rsidRDefault="00BE4813" w:rsidP="003E08FB">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vAlign w:val="center"/>
          </w:tcPr>
          <w:p w14:paraId="20865894" w14:textId="1AAEC5D0" w:rsidR="00BE4813" w:rsidRPr="00535269" w:rsidRDefault="00532DA3" w:rsidP="003E08FB">
            <w:pPr>
              <w:tabs>
                <w:tab w:val="right" w:leader="dot" w:pos="8680"/>
              </w:tabs>
              <w:rPr>
                <w:highlight w:val="yellow"/>
              </w:rPr>
            </w:pPr>
            <w:r>
              <w:t>Four</w:t>
            </w:r>
            <w:r w:rsidR="00BE4813" w:rsidRPr="002E2471">
              <w:t xml:space="preserve"> times smaller</w:t>
            </w:r>
            <w:r w:rsidR="00BE4813">
              <w:t xml:space="preserve"> than V.</w:t>
            </w:r>
          </w:p>
        </w:tc>
        <w:tc>
          <w:tcPr>
            <w:tcW w:w="567" w:type="dxa"/>
            <w:tcBorders>
              <w:top w:val="single" w:sz="4" w:space="0" w:color="auto"/>
              <w:left w:val="single" w:sz="4" w:space="0" w:color="auto"/>
              <w:bottom w:val="single" w:sz="4" w:space="0" w:color="auto"/>
              <w:right w:val="single" w:sz="4" w:space="0" w:color="auto"/>
            </w:tcBorders>
          </w:tcPr>
          <w:p w14:paraId="5D00F2A4" w14:textId="77777777" w:rsidR="00BE4813" w:rsidRPr="00AE07E9" w:rsidRDefault="00BE4813" w:rsidP="003E08FB">
            <w:pPr>
              <w:tabs>
                <w:tab w:val="right" w:leader="dot" w:pos="8680"/>
              </w:tabs>
              <w:rPr>
                <w:rFonts w:eastAsia="Times New Roman" w:cs="Times New Roman"/>
                <w:lang w:eastAsia="en-GB"/>
              </w:rPr>
            </w:pPr>
          </w:p>
        </w:tc>
      </w:tr>
      <w:tr w:rsidR="00BE4813" w:rsidRPr="00AE07E9" w14:paraId="54DEBB88" w14:textId="77777777" w:rsidTr="003E08FB">
        <w:trPr>
          <w:cantSplit/>
          <w:trHeight w:hRule="exact" w:val="170"/>
        </w:trPr>
        <w:tc>
          <w:tcPr>
            <w:tcW w:w="567" w:type="dxa"/>
            <w:vAlign w:val="center"/>
          </w:tcPr>
          <w:p w14:paraId="508A04A8" w14:textId="77777777" w:rsidR="00BE4813" w:rsidRPr="00AE07E9" w:rsidRDefault="00BE4813" w:rsidP="003E08FB">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59E1898E" w14:textId="77777777" w:rsidR="00BE4813" w:rsidRPr="00AE07E9" w:rsidRDefault="00BE4813" w:rsidP="003E08FB">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3C66F556" w14:textId="77777777" w:rsidR="00BE4813" w:rsidRPr="00AE07E9" w:rsidRDefault="00BE4813" w:rsidP="003E08FB">
            <w:pPr>
              <w:tabs>
                <w:tab w:val="right" w:leader="dot" w:pos="8680"/>
              </w:tabs>
              <w:rPr>
                <w:rFonts w:eastAsia="Times New Roman" w:cs="Times New Roman"/>
                <w:lang w:eastAsia="en-GB"/>
              </w:rPr>
            </w:pPr>
          </w:p>
        </w:tc>
      </w:tr>
      <w:tr w:rsidR="00BE4813" w:rsidRPr="00AE07E9" w14:paraId="6C6E362B" w14:textId="77777777" w:rsidTr="003E08FB">
        <w:trPr>
          <w:cantSplit/>
          <w:trHeight w:hRule="exact" w:val="567"/>
        </w:trPr>
        <w:tc>
          <w:tcPr>
            <w:tcW w:w="567" w:type="dxa"/>
            <w:vAlign w:val="center"/>
          </w:tcPr>
          <w:p w14:paraId="7FCD41B2" w14:textId="77777777" w:rsidR="00BE4813" w:rsidRPr="00AE07E9" w:rsidRDefault="00BE4813" w:rsidP="003E08FB">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vAlign w:val="center"/>
          </w:tcPr>
          <w:p w14:paraId="005E3C15" w14:textId="77777777" w:rsidR="00BE4813" w:rsidRPr="00535269" w:rsidRDefault="00BE4813" w:rsidP="003E08FB">
            <w:pPr>
              <w:tabs>
                <w:tab w:val="right" w:leader="dot" w:pos="8680"/>
              </w:tabs>
              <w:rPr>
                <w:highlight w:val="yellow"/>
              </w:rPr>
            </w:pPr>
            <w:r>
              <w:t>The same as V.</w:t>
            </w:r>
          </w:p>
        </w:tc>
        <w:tc>
          <w:tcPr>
            <w:tcW w:w="567" w:type="dxa"/>
            <w:tcBorders>
              <w:top w:val="single" w:sz="4" w:space="0" w:color="auto"/>
              <w:left w:val="single" w:sz="4" w:space="0" w:color="auto"/>
              <w:bottom w:val="single" w:sz="4" w:space="0" w:color="auto"/>
              <w:right w:val="single" w:sz="4" w:space="0" w:color="auto"/>
            </w:tcBorders>
          </w:tcPr>
          <w:p w14:paraId="3A33B331" w14:textId="77777777" w:rsidR="00BE4813" w:rsidRPr="00AE07E9" w:rsidRDefault="00BE4813" w:rsidP="003E08FB">
            <w:pPr>
              <w:tabs>
                <w:tab w:val="right" w:leader="dot" w:pos="8680"/>
              </w:tabs>
              <w:rPr>
                <w:rFonts w:eastAsia="Times New Roman" w:cs="Times New Roman"/>
                <w:lang w:eastAsia="en-GB"/>
              </w:rPr>
            </w:pPr>
          </w:p>
        </w:tc>
      </w:tr>
      <w:tr w:rsidR="00BE4813" w:rsidRPr="00AE07E9" w14:paraId="5261563C" w14:textId="77777777" w:rsidTr="003E08FB">
        <w:trPr>
          <w:cantSplit/>
          <w:trHeight w:hRule="exact" w:val="170"/>
        </w:trPr>
        <w:tc>
          <w:tcPr>
            <w:tcW w:w="567" w:type="dxa"/>
            <w:vAlign w:val="center"/>
          </w:tcPr>
          <w:p w14:paraId="5B20EFE7" w14:textId="77777777" w:rsidR="00BE4813" w:rsidRPr="00AE07E9" w:rsidRDefault="00BE4813" w:rsidP="003E08FB">
            <w:pPr>
              <w:tabs>
                <w:tab w:val="right" w:leader="dot" w:pos="8680"/>
              </w:tabs>
              <w:jc w:val="center"/>
              <w:rPr>
                <w:rFonts w:eastAsia="Times New Roman" w:cs="Times New Roman"/>
                <w:b/>
                <w:lang w:eastAsia="en-GB"/>
              </w:rPr>
            </w:pPr>
          </w:p>
        </w:tc>
        <w:tc>
          <w:tcPr>
            <w:tcW w:w="7655" w:type="dxa"/>
          </w:tcPr>
          <w:p w14:paraId="19A05A7F" w14:textId="77777777" w:rsidR="00BE4813" w:rsidRPr="00AE07E9" w:rsidRDefault="00BE4813" w:rsidP="003E08FB">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37BC6AFE" w14:textId="77777777" w:rsidR="00BE4813" w:rsidRPr="00AE07E9" w:rsidRDefault="00BE4813" w:rsidP="003E08FB">
            <w:pPr>
              <w:tabs>
                <w:tab w:val="right" w:leader="dot" w:pos="8680"/>
              </w:tabs>
              <w:rPr>
                <w:rFonts w:eastAsia="Times New Roman" w:cs="Times New Roman"/>
                <w:lang w:eastAsia="en-GB"/>
              </w:rPr>
            </w:pPr>
          </w:p>
        </w:tc>
      </w:tr>
      <w:tr w:rsidR="00BE4813" w:rsidRPr="00AE07E9" w14:paraId="4F0A757F" w14:textId="77777777" w:rsidTr="003E08FB">
        <w:trPr>
          <w:cantSplit/>
          <w:trHeight w:hRule="exact" w:val="567"/>
        </w:trPr>
        <w:tc>
          <w:tcPr>
            <w:tcW w:w="567" w:type="dxa"/>
            <w:vAlign w:val="center"/>
          </w:tcPr>
          <w:p w14:paraId="7B360BF8" w14:textId="77777777" w:rsidR="00BE4813" w:rsidRPr="00AE07E9" w:rsidRDefault="00BE4813" w:rsidP="003E08FB">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vAlign w:val="center"/>
          </w:tcPr>
          <w:p w14:paraId="63761091" w14:textId="52335C75" w:rsidR="00BE4813" w:rsidRPr="00535269" w:rsidRDefault="00532DA3" w:rsidP="003E08FB">
            <w:pPr>
              <w:tabs>
                <w:tab w:val="right" w:leader="dot" w:pos="8680"/>
              </w:tabs>
              <w:rPr>
                <w:highlight w:val="yellow"/>
              </w:rPr>
            </w:pPr>
            <w:r>
              <w:t>Four</w:t>
            </w:r>
            <w:r w:rsidR="00BE4813">
              <w:t xml:space="preserve"> times bigger than V.</w:t>
            </w:r>
          </w:p>
        </w:tc>
        <w:tc>
          <w:tcPr>
            <w:tcW w:w="567" w:type="dxa"/>
            <w:tcBorders>
              <w:top w:val="single" w:sz="4" w:space="0" w:color="auto"/>
              <w:left w:val="single" w:sz="4" w:space="0" w:color="auto"/>
              <w:bottom w:val="single" w:sz="4" w:space="0" w:color="auto"/>
              <w:right w:val="single" w:sz="4" w:space="0" w:color="auto"/>
            </w:tcBorders>
          </w:tcPr>
          <w:p w14:paraId="43668509" w14:textId="77777777" w:rsidR="00BE4813" w:rsidRPr="00AE07E9" w:rsidRDefault="00BE4813" w:rsidP="003E08FB">
            <w:pPr>
              <w:tabs>
                <w:tab w:val="right" w:leader="dot" w:pos="8680"/>
              </w:tabs>
              <w:rPr>
                <w:rFonts w:eastAsia="Times New Roman" w:cs="Times New Roman"/>
                <w:lang w:eastAsia="en-GB"/>
              </w:rPr>
            </w:pPr>
          </w:p>
        </w:tc>
      </w:tr>
    </w:tbl>
    <w:p w14:paraId="5F4A7110" w14:textId="77777777" w:rsidR="00BE4813" w:rsidRDefault="00BE4813" w:rsidP="00BE4813">
      <w:pPr>
        <w:spacing w:after="240"/>
        <w:rPr>
          <w:szCs w:val="18"/>
        </w:rPr>
      </w:pPr>
    </w:p>
    <w:p w14:paraId="03AA17EC" w14:textId="092661CD" w:rsidR="00BE4813" w:rsidRDefault="00BE4813">
      <w:pPr>
        <w:spacing w:after="200" w:line="276" w:lineRule="auto"/>
        <w:rPr>
          <w:szCs w:val="18"/>
        </w:rPr>
      </w:pPr>
      <w:r>
        <w:rPr>
          <w:szCs w:val="18"/>
        </w:rPr>
        <w:br w:type="page"/>
      </w:r>
    </w:p>
    <w:p w14:paraId="2082B28B" w14:textId="77777777" w:rsidR="00BE4813" w:rsidRPr="00201AC2" w:rsidRDefault="00BE4813" w:rsidP="006F3279">
      <w:pPr>
        <w:spacing w:after="240"/>
        <w:rPr>
          <w:szCs w:val="18"/>
        </w:rPr>
        <w:sectPr w:rsidR="00BE4813" w:rsidRPr="00201AC2" w:rsidSect="00642ECD">
          <w:headerReference w:type="default" r:id="rId12"/>
          <w:footerReference w:type="default" r:id="rId13"/>
          <w:pgSz w:w="11906" w:h="16838" w:code="9"/>
          <w:pgMar w:top="1440" w:right="1440" w:bottom="1440" w:left="1440" w:header="709" w:footer="567" w:gutter="0"/>
          <w:cols w:space="708"/>
          <w:docGrid w:linePitch="360"/>
        </w:sectPr>
      </w:pPr>
    </w:p>
    <w:p w14:paraId="6D5E8FE2" w14:textId="77777777" w:rsidR="00C25F50" w:rsidRPr="00BB3EA6" w:rsidRDefault="00C25F50" w:rsidP="00C25F50">
      <w:pPr>
        <w:spacing w:after="240"/>
        <w:rPr>
          <w:i/>
          <w:sz w:val="18"/>
          <w:szCs w:val="18"/>
        </w:rPr>
      </w:pPr>
      <w:bookmarkStart w:id="0" w:name="_Hlk98863523"/>
      <w:r>
        <w:rPr>
          <w:i/>
          <w:sz w:val="18"/>
          <w:szCs w:val="18"/>
        </w:rPr>
        <w:lastRenderedPageBreak/>
        <w:t>Physics &gt; Big idea PFM: Forces and motion &gt; Topic PFM6: Forces make things change &gt; Key concept PFM6.2: Force, mass and acceleration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7CFC33A1" w14:textId="77777777" w:rsidTr="002C79AE">
        <w:tc>
          <w:tcPr>
            <w:tcW w:w="12021" w:type="dxa"/>
            <w:shd w:val="clear" w:color="auto" w:fill="B2A1C7" w:themeFill="accent4" w:themeFillTint="99"/>
          </w:tcPr>
          <w:bookmarkEnd w:id="0"/>
          <w:p w14:paraId="782D4D52" w14:textId="77777777"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14:paraId="587FA088" w14:textId="77777777" w:rsidTr="002C79AE">
        <w:tc>
          <w:tcPr>
            <w:tcW w:w="12021" w:type="dxa"/>
            <w:shd w:val="clear" w:color="auto" w:fill="CCC0D9" w:themeFill="accent4" w:themeFillTint="66"/>
          </w:tcPr>
          <w:p w14:paraId="7255969B" w14:textId="0DF738BC" w:rsidR="006F3279" w:rsidRPr="00CA4B46" w:rsidRDefault="00C25F50" w:rsidP="006F3279">
            <w:pPr>
              <w:spacing w:after="60"/>
              <w:ind w:left="1304"/>
              <w:rPr>
                <w:b/>
                <w:sz w:val="40"/>
                <w:szCs w:val="40"/>
              </w:rPr>
            </w:pPr>
            <w:r>
              <w:rPr>
                <w:b/>
                <w:sz w:val="40"/>
                <w:szCs w:val="40"/>
              </w:rPr>
              <w:t>Spaceships</w:t>
            </w:r>
          </w:p>
        </w:tc>
      </w:tr>
    </w:tbl>
    <w:p w14:paraId="333E74B9" w14:textId="77777777" w:rsidR="006F3279" w:rsidRDefault="006F3279" w:rsidP="00E172C6">
      <w:pPr>
        <w:spacing w:after="180"/>
        <w:rPr>
          <w:b/>
        </w:rPr>
      </w:pPr>
    </w:p>
    <w:p w14:paraId="7E10A596" w14:textId="77777777"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A73C55" w14:paraId="49F40F76" w14:textId="77777777" w:rsidTr="003F16F9">
        <w:trPr>
          <w:trHeight w:val="340"/>
        </w:trPr>
        <w:tc>
          <w:tcPr>
            <w:tcW w:w="2196" w:type="dxa"/>
          </w:tcPr>
          <w:p w14:paraId="5FAD572A" w14:textId="77777777" w:rsidR="00A73C55" w:rsidRDefault="00A73C55" w:rsidP="00A73C55">
            <w:pPr>
              <w:spacing w:before="60" w:after="60"/>
            </w:pPr>
            <w:r>
              <w:t>Learning focus:</w:t>
            </w:r>
          </w:p>
        </w:tc>
        <w:tc>
          <w:tcPr>
            <w:tcW w:w="6820" w:type="dxa"/>
          </w:tcPr>
          <w:p w14:paraId="17F5C0D9" w14:textId="4D1DFA93" w:rsidR="00A73C55" w:rsidRDefault="00A73C55" w:rsidP="00A73C55">
            <w:pPr>
              <w:spacing w:before="60" w:after="60"/>
            </w:pPr>
            <w:r w:rsidRPr="0009417F">
              <w:t>The acceleration of an object is proportional to the resultant force acting on it and inversely proportional to its mass. An object accelerates in the direction of the resultant force acting on it.</w:t>
            </w:r>
          </w:p>
        </w:tc>
      </w:tr>
      <w:tr w:rsidR="00A73C55" w14:paraId="3A289BCC" w14:textId="77777777" w:rsidTr="003F16F9">
        <w:trPr>
          <w:trHeight w:val="340"/>
        </w:trPr>
        <w:tc>
          <w:tcPr>
            <w:tcW w:w="2196" w:type="dxa"/>
          </w:tcPr>
          <w:p w14:paraId="3301F869" w14:textId="77777777" w:rsidR="00A73C55" w:rsidRDefault="00A73C55" w:rsidP="00A73C55">
            <w:pPr>
              <w:spacing w:before="60" w:after="60"/>
            </w:pPr>
            <w:r>
              <w:t>Observable learning outcome:</w:t>
            </w:r>
          </w:p>
        </w:tc>
        <w:tc>
          <w:tcPr>
            <w:tcW w:w="6820" w:type="dxa"/>
          </w:tcPr>
          <w:p w14:paraId="6DA3A61D" w14:textId="58B05E48" w:rsidR="00A73C55" w:rsidRPr="00A73C55" w:rsidRDefault="00A73C55" w:rsidP="00A73C55">
            <w:pPr>
              <w:pStyle w:val="NoSpacing"/>
              <w:spacing w:before="60" w:after="60"/>
              <w:rPr>
                <w:rFonts w:asciiTheme="minorHAnsi" w:hAnsiTheme="minorHAnsi" w:cstheme="minorHAnsi"/>
                <w:b/>
                <w:sz w:val="22"/>
              </w:rPr>
            </w:pPr>
            <w:r w:rsidRPr="00A73C55">
              <w:rPr>
                <w:rFonts w:asciiTheme="minorHAnsi" w:hAnsiTheme="minorHAnsi" w:cstheme="minorHAnsi"/>
                <w:sz w:val="22"/>
              </w:rPr>
              <w:t>Explain the equation F = m x a and use it to make calculations.</w:t>
            </w:r>
          </w:p>
        </w:tc>
      </w:tr>
      <w:tr w:rsidR="000505CA" w14:paraId="11C3D195" w14:textId="77777777" w:rsidTr="003F16F9">
        <w:trPr>
          <w:trHeight w:val="340"/>
        </w:trPr>
        <w:tc>
          <w:tcPr>
            <w:tcW w:w="2196" w:type="dxa"/>
          </w:tcPr>
          <w:p w14:paraId="42EDC54A" w14:textId="77777777" w:rsidR="000505CA" w:rsidRDefault="00AA5B77" w:rsidP="000505CA">
            <w:pPr>
              <w:spacing w:before="60" w:after="60"/>
            </w:pPr>
            <w:r>
              <w:t>Question</w:t>
            </w:r>
            <w:r w:rsidR="000505CA">
              <w:t xml:space="preserve"> type:</w:t>
            </w:r>
          </w:p>
        </w:tc>
        <w:tc>
          <w:tcPr>
            <w:tcW w:w="6820" w:type="dxa"/>
          </w:tcPr>
          <w:p w14:paraId="36B67C1A" w14:textId="77777777" w:rsidR="000505CA" w:rsidRDefault="00DC5F4F" w:rsidP="00A73C55">
            <w:pPr>
              <w:spacing w:before="60" w:after="60"/>
            </w:pPr>
            <w:r>
              <w:t>S</w:t>
            </w:r>
            <w:r w:rsidR="007B18B8">
              <w:t>imple</w:t>
            </w:r>
            <w:r w:rsidR="00535269" w:rsidRPr="00535269">
              <w:t xml:space="preserve"> multiple</w:t>
            </w:r>
            <w:r w:rsidR="00535269">
              <w:t xml:space="preserve"> choice</w:t>
            </w:r>
          </w:p>
        </w:tc>
      </w:tr>
      <w:tr w:rsidR="000505CA" w14:paraId="34068D0F" w14:textId="77777777" w:rsidTr="003F16F9">
        <w:trPr>
          <w:trHeight w:val="340"/>
        </w:trPr>
        <w:tc>
          <w:tcPr>
            <w:tcW w:w="2196" w:type="dxa"/>
          </w:tcPr>
          <w:p w14:paraId="204BF655" w14:textId="77777777" w:rsidR="000505CA" w:rsidRDefault="000505CA" w:rsidP="000505CA">
            <w:pPr>
              <w:spacing w:before="60" w:after="60"/>
            </w:pPr>
            <w:r>
              <w:t>Key words:</w:t>
            </w:r>
          </w:p>
        </w:tc>
        <w:tc>
          <w:tcPr>
            <w:tcW w:w="6820" w:type="dxa"/>
            <w:tcBorders>
              <w:bottom w:val="dotted" w:sz="4" w:space="0" w:color="auto"/>
            </w:tcBorders>
          </w:tcPr>
          <w:p w14:paraId="1D35CD02" w14:textId="6E64933B" w:rsidR="000505CA" w:rsidRDefault="00C25F50" w:rsidP="00A73C55">
            <w:pPr>
              <w:spacing w:before="60" w:after="60"/>
            </w:pPr>
            <w:r>
              <w:t>Force, mass, acceleration</w:t>
            </w:r>
          </w:p>
        </w:tc>
      </w:tr>
    </w:tbl>
    <w:p w14:paraId="7A5E4F4A" w14:textId="77777777" w:rsidR="00D04A0D" w:rsidRDefault="00D04A0D" w:rsidP="000505CA">
      <w:pPr>
        <w:spacing w:after="180"/>
        <w:rPr>
          <w:highlight w:val="yellow"/>
        </w:rPr>
      </w:pPr>
    </w:p>
    <w:p w14:paraId="2180E9D0" w14:textId="77777777"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14:paraId="1368CB6D" w14:textId="42E9D007" w:rsidR="0029392F" w:rsidRDefault="0029392F" w:rsidP="0029392F">
      <w:pPr>
        <w:spacing w:after="180"/>
      </w:pPr>
      <w:r>
        <w:t xml:space="preserve">Students may be able to use Newton’s second law when performing calculations, but a superficial knowledge of the use of formulae may mask qualitative misunderstandings and misconceptions </w:t>
      </w:r>
      <w:r w:rsidR="00921376">
        <w:fldChar w:fldCharType="begin"/>
      </w:r>
      <w:r w:rsidR="00921376">
        <w:instrText xml:space="preserve"> ADDIN EN.CITE &lt;EndNote&gt;&lt;Cite&gt;&lt;Author&gt;Viennot&lt;/Author&gt;&lt;Year&gt;1979&lt;/Year&gt;&lt;IDText&gt;Spontaneous Reasoning in Elementary Dynamics&lt;/IDText&gt;&lt;DisplayText&gt;(Viennot, 1979; Clement, 1982)&lt;/DisplayText&gt;&lt;record&gt;&lt;titles&gt;&lt;title&gt;Spontaneous Reasoning in Elementary Dynamics&lt;/title&gt;&lt;secondary-title&gt;European Journal of Science Education&lt;/secondary-title&gt;&lt;/titles&gt;&lt;pages&gt;205-221&lt;/pages&gt;&lt;contributors&gt;&lt;authors&gt;&lt;author&gt;Viennot, L&lt;/author&gt;&lt;/authors&gt;&lt;/contributors&gt;&lt;added-date format="utc"&gt;1662648681&lt;/added-date&gt;&lt;ref-type name="Journal Article"&gt;17&lt;/ref-type&gt;&lt;dates&gt;&lt;year&gt;1979&lt;/year&gt;&lt;/dates&gt;&lt;rec-number&gt;418&lt;/rec-number&gt;&lt;last-updated-date format="utc"&gt;1662648736&lt;/last-updated-date&gt;&lt;volume&gt;1(2)&lt;/volume&gt;&lt;/record&gt;&lt;/Cite&gt;&lt;Cite&gt;&lt;Author&gt;Clement&lt;/Author&gt;&lt;Year&gt;1982&lt;/Year&gt;&lt;IDText&gt;Students&amp;apos; preconceptions in introductory mechanics&lt;/IDText&gt;&lt;record&gt;&lt;titles&gt;&lt;title&gt;Students&amp;apos; preconceptions in introductory mechanics&lt;/title&gt;&lt;secondary-title&gt;American Journal of Physics&lt;/secondary-title&gt;&lt;/titles&gt;&lt;pages&gt;66-71&lt;/pages&gt;&lt;contributors&gt;&lt;authors&gt;&lt;author&gt;Clement, J&lt;/author&gt;&lt;/authors&gt;&lt;/contributors&gt;&lt;added-date format="utc"&gt;1662648778&lt;/added-date&gt;&lt;ref-type name="Journal Article"&gt;17&lt;/ref-type&gt;&lt;dates&gt;&lt;year&gt;1982&lt;/year&gt;&lt;/dates&gt;&lt;rec-number&gt;419&lt;/rec-number&gt;&lt;last-updated-date format="utc"&gt;1662648830&lt;/last-updated-date&gt;&lt;volume&gt;50(1)&lt;/volume&gt;&lt;/record&gt;&lt;/Cite&gt;&lt;/EndNote&gt;</w:instrText>
      </w:r>
      <w:r w:rsidR="00921376">
        <w:fldChar w:fldCharType="separate"/>
      </w:r>
      <w:r w:rsidR="00921376">
        <w:rPr>
          <w:noProof/>
        </w:rPr>
        <w:t>(Viennot, 1979; Clement, 1982)</w:t>
      </w:r>
      <w:r w:rsidR="00921376">
        <w:fldChar w:fldCharType="end"/>
      </w:r>
      <w:r>
        <w:t>.</w:t>
      </w:r>
      <w:r w:rsidR="00B06DF8">
        <w:t xml:space="preserve"> </w:t>
      </w:r>
      <w:r>
        <w:t>They may demonstrate rote learning of Newton’s laws without an understanding of how to apply them and may focus on superficial features of physical situations rather than applying general principles</w:t>
      </w:r>
      <w:r w:rsidR="00921376">
        <w:t xml:space="preserve"> </w:t>
      </w:r>
      <w:r w:rsidR="00921376">
        <w:fldChar w:fldCharType="begin"/>
      </w:r>
      <w:r w:rsidR="00921376">
        <w:instrText xml:space="preserve"> ADDIN EN.CITE &lt;EndNote&gt;&lt;Cite&gt;&lt;Author&gt;Lemmer&lt;/Author&gt;&lt;Year&gt;2013&lt;/Year&gt;&lt;IDText&gt;Nature, Cause and Effect of Students&amp;apos; Intuitive Conceptions Regarding Changes in Velocity&lt;/IDText&gt;&lt;DisplayText&gt;(Lemmer, 2013)&lt;/DisplayText&gt;&lt;record&gt;&lt;titles&gt;&lt;title&gt;Nature, Cause and Effect of Students&amp;apos; Intuitive Conceptions Regarding Changes in Velocity&lt;/title&gt;&lt;secondary-title&gt;International Journal of Science Education&lt;/secondary-title&gt;&lt;/titles&gt;&lt;pages&gt;239-261&lt;/pages&gt;&lt;contributors&gt;&lt;authors&gt;&lt;author&gt;Lemmer, M&lt;/author&gt;&lt;/authors&gt;&lt;/contributors&gt;&lt;added-date format="utc"&gt;1662648880&lt;/added-date&gt;&lt;ref-type name="Journal Article"&gt;17&lt;/ref-type&gt;&lt;dates&gt;&lt;year&gt;2013&lt;/year&gt;&lt;/dates&gt;&lt;rec-number&gt;420&lt;/rec-number&gt;&lt;last-updated-date format="utc"&gt;1662648949&lt;/last-updated-date&gt;&lt;volume&gt;35(2)&lt;/volume&gt;&lt;/record&gt;&lt;/Cite&gt;&lt;/EndNote&gt;</w:instrText>
      </w:r>
      <w:r w:rsidR="00921376">
        <w:fldChar w:fldCharType="separate"/>
      </w:r>
      <w:r w:rsidR="00921376">
        <w:rPr>
          <w:noProof/>
        </w:rPr>
        <w:t>(Lemmer, 2013)</w:t>
      </w:r>
      <w:r w:rsidR="00921376">
        <w:fldChar w:fldCharType="end"/>
      </w:r>
      <w:r>
        <w:t>.</w:t>
      </w:r>
    </w:p>
    <w:p w14:paraId="115C7001" w14:textId="7233D95E" w:rsidR="0029392F" w:rsidRPr="00BA7347" w:rsidRDefault="0029392F" w:rsidP="0029392F">
      <w:pPr>
        <w:spacing w:after="180"/>
        <w:rPr>
          <w:rFonts w:cstheme="minorHAnsi"/>
        </w:rPr>
      </w:pPr>
      <w:r>
        <w:rPr>
          <w:rFonts w:eastAsia="ZapfDingbatsITC" w:cstheme="minorHAnsi"/>
          <w:color w:val="000000"/>
        </w:rPr>
        <w:t>Whilst carrying out calculations is an important part of students’ learning, success in using equations is not the same thing as developing conceptual understanding</w:t>
      </w:r>
      <w:r w:rsidR="00245F1C">
        <w:rPr>
          <w:rFonts w:eastAsia="ZapfDingbatsITC" w:cstheme="minorHAnsi"/>
          <w:color w:val="000000"/>
        </w:rPr>
        <w:t xml:space="preserve"> </w:t>
      </w:r>
      <w:r>
        <w:rPr>
          <w:rFonts w:eastAsia="ZapfDingbatsITC" w:cstheme="minorHAnsi"/>
          <w:color w:val="000000"/>
        </w:rPr>
        <w:t>and misconceptions may remain</w:t>
      </w:r>
      <w:r w:rsidR="00245F1C">
        <w:rPr>
          <w:rFonts w:eastAsia="ZapfDingbatsITC" w:cstheme="minorHAnsi"/>
          <w:color w:val="000000"/>
        </w:rPr>
        <w:t xml:space="preserve"> </w:t>
      </w:r>
      <w:r w:rsidR="00245F1C">
        <w:rPr>
          <w:rFonts w:eastAsia="ZapfDingbatsITC" w:cstheme="minorHAnsi"/>
          <w:color w:val="000000"/>
        </w:rPr>
        <w:fldChar w:fldCharType="begin"/>
      </w:r>
      <w:r w:rsidR="00245F1C">
        <w:rPr>
          <w:rFonts w:eastAsia="ZapfDingbatsITC" w:cstheme="minorHAnsi"/>
          <w:color w:val="000000"/>
        </w:rPr>
        <w:instrText xml:space="preserve"> ADDIN EN.CITE &lt;EndNote&gt;&lt;Cite&gt;&lt;Author&gt;Kim&lt;/Author&gt;&lt;Year&gt;2002&lt;/Year&gt;&lt;IDText&gt;Students do not overcome conceptual difficulties after solving 1000 traditional problems&lt;/IDText&gt;&lt;DisplayText&gt;(Kim and Pak, 2002)&lt;/DisplayText&gt;&lt;record&gt;&lt;titles&gt;&lt;title&gt;Students do not overcome conceptual difficulties after solving 1000 traditional problems&lt;/title&gt;&lt;secondary-title&gt;American Journal of Physics&lt;/secondary-title&gt;&lt;/titles&gt;&lt;pages&gt;759-765&lt;/pages&gt;&lt;contributors&gt;&lt;authors&gt;&lt;author&gt;Kim, E&lt;/author&gt;&lt;author&gt;Pak, S.-J&lt;/author&gt;&lt;/authors&gt;&lt;/contributors&gt;&lt;added-date format="utc"&gt;1662649163&lt;/added-date&gt;&lt;ref-type name="Journal Article"&gt;17&lt;/ref-type&gt;&lt;dates&gt;&lt;year&gt;2002&lt;/year&gt;&lt;/dates&gt;&lt;rec-number&gt;421&lt;/rec-number&gt;&lt;last-updated-date format="utc"&gt;1662649238&lt;/last-updated-date&gt;&lt;volume&gt;70(7)&lt;/volume&gt;&lt;/record&gt;&lt;/Cite&gt;&lt;/EndNote&gt;</w:instrText>
      </w:r>
      <w:r w:rsidR="00245F1C">
        <w:rPr>
          <w:rFonts w:eastAsia="ZapfDingbatsITC" w:cstheme="minorHAnsi"/>
          <w:color w:val="000000"/>
        </w:rPr>
        <w:fldChar w:fldCharType="separate"/>
      </w:r>
      <w:r w:rsidR="00245F1C">
        <w:rPr>
          <w:rFonts w:eastAsia="ZapfDingbatsITC" w:cstheme="minorHAnsi"/>
          <w:noProof/>
          <w:color w:val="000000"/>
        </w:rPr>
        <w:t>(Kim and Pak, 2002)</w:t>
      </w:r>
      <w:r w:rsidR="00245F1C">
        <w:rPr>
          <w:rFonts w:eastAsia="ZapfDingbatsITC" w:cstheme="minorHAnsi"/>
          <w:color w:val="000000"/>
        </w:rPr>
        <w:fldChar w:fldCharType="end"/>
      </w:r>
      <w:r>
        <w:rPr>
          <w:rFonts w:eastAsia="ZapfDingbatsITC" w:cstheme="minorHAnsi"/>
          <w:color w:val="000000"/>
        </w:rPr>
        <w:t xml:space="preserve">. To expert physicists, symbols stand for physical quantities, and the results of the mathematical manipulations must be interpreted in terms of their meaning for a given physical system. Experts draw on their experience and (often tacit) knowledge of physical systems in order to make meaning from the mathematics </w:t>
      </w:r>
      <w:r w:rsidR="00921376">
        <w:rPr>
          <w:rFonts w:eastAsia="ZapfDingbatsITC" w:cstheme="minorHAnsi"/>
          <w:color w:val="000000"/>
        </w:rPr>
        <w:fldChar w:fldCharType="begin"/>
      </w:r>
      <w:r w:rsidR="00921376">
        <w:rPr>
          <w:rFonts w:eastAsia="ZapfDingbatsITC" w:cstheme="minorHAnsi"/>
          <w:color w:val="000000"/>
        </w:rPr>
        <w:instrText xml:space="preserve"> ADDIN EN.CITE &lt;EndNote&gt;&lt;Cite&gt;&lt;Author&gt;Carson&lt;/Author&gt;&lt;Year&gt;1999&lt;/Year&gt;&lt;IDText&gt;Physics in mathematical mood&lt;/IDText&gt;&lt;DisplayText&gt;(Carson, 1999; Redish and Kuo, 2015)&lt;/DisplayText&gt;&lt;record&gt;&lt;titles&gt;&lt;title&gt;Physics in mathematical mood&lt;/title&gt;&lt;secondary-title&gt;Physics World&lt;/secondary-title&gt;&lt;/titles&gt;&lt;pages&gt;48-48&lt;/pages&gt;&lt;contributors&gt;&lt;authors&gt;&lt;author&gt;Carson, S&lt;/author&gt;&lt;/authors&gt;&lt;/contributors&gt;&lt;added-date format="utc"&gt;1662648503&lt;/added-date&gt;&lt;ref-type name="Journal Article"&gt;17&lt;/ref-type&gt;&lt;dates&gt;&lt;year&gt;1999&lt;/year&gt;&lt;/dates&gt;&lt;rec-number&gt;417&lt;/rec-number&gt;&lt;last-updated-date format="utc"&gt;1662648606&lt;/last-updated-date&gt;&lt;volume&gt;12(4)&lt;/volume&gt;&lt;/record&gt;&lt;/Cite&gt;&lt;Cite&gt;&lt;Author&gt;Redish&lt;/Author&gt;&lt;Year&gt;2015&lt;/Year&gt;&lt;IDText&gt;Language of physics, language of math: Disciplinary culture and dynamic epistemology&lt;/IDText&gt;&lt;record&gt;&lt;titles&gt;&lt;title&gt;Language of physics, language of math: Disciplinary culture and dynamic epistemology&lt;/title&gt;&lt;secondary-title&gt;Science and Education&lt;/secondary-title&gt;&lt;/titles&gt;&lt;pages&gt;561-590&lt;/pages&gt;&lt;contributors&gt;&lt;authors&gt;&lt;author&gt;Redish, E. F&lt;/author&gt;&lt;author&gt;Kuo, E&lt;/author&gt;&lt;/authors&gt;&lt;/contributors&gt;&lt;added-date format="utc"&gt;1594396182&lt;/added-date&gt;&lt;ref-type name="Journal Article"&gt;17&lt;/ref-type&gt;&lt;dates&gt;&lt;year&gt;2015&lt;/year&gt;&lt;/dates&gt;&lt;rec-number&gt;292&lt;/rec-number&gt;&lt;last-updated-date format="utc"&gt;1594984723&lt;/last-updated-date&gt;&lt;volume&gt;24&lt;/volume&gt;&lt;/record&gt;&lt;/Cite&gt;&lt;/EndNote&gt;</w:instrText>
      </w:r>
      <w:r w:rsidR="00921376">
        <w:rPr>
          <w:rFonts w:eastAsia="ZapfDingbatsITC" w:cstheme="minorHAnsi"/>
          <w:color w:val="000000"/>
        </w:rPr>
        <w:fldChar w:fldCharType="separate"/>
      </w:r>
      <w:r w:rsidR="00921376">
        <w:rPr>
          <w:rFonts w:eastAsia="ZapfDingbatsITC" w:cstheme="minorHAnsi"/>
          <w:noProof/>
          <w:color w:val="000000"/>
        </w:rPr>
        <w:t>(Carson, 1999; Redish and Kuo, 2015)</w:t>
      </w:r>
      <w:r w:rsidR="00921376">
        <w:rPr>
          <w:rFonts w:eastAsia="ZapfDingbatsITC" w:cstheme="minorHAnsi"/>
          <w:color w:val="000000"/>
        </w:rPr>
        <w:fldChar w:fldCharType="end"/>
      </w:r>
      <w:r>
        <w:rPr>
          <w:rFonts w:eastAsia="ZapfDingbatsITC" w:cstheme="minorHAnsi"/>
          <w:color w:val="000000"/>
        </w:rPr>
        <w:t>. To novices, the manipulation of the symbols, and the substitution of numbers into formulae may be ends in themselves, devoid of physical meaning. It is therefore important to ask students to think qualitatively and quantitatively about mathematical formulae as well as substituting in numbers in order to carry out calculations.</w:t>
      </w:r>
    </w:p>
    <w:p w14:paraId="5330ED4E" w14:textId="77777777"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14:paraId="170CB563" w14:textId="77777777"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14:paraId="5D974798" w14:textId="77777777"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14:paraId="0FA267A4" w14:textId="77777777"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14:paraId="646EB4C0" w14:textId="77777777" w:rsidR="007B18B8" w:rsidRDefault="007B18B8" w:rsidP="007B18B8">
      <w:pPr>
        <w:spacing w:after="180"/>
        <w:rPr>
          <w:rFonts w:cstheme="minorHAnsi"/>
          <w:i/>
        </w:rPr>
      </w:pPr>
      <w:r w:rsidRPr="00AE7928">
        <w:rPr>
          <w:rFonts w:cstheme="minorHAnsi"/>
          <w:i/>
        </w:rPr>
        <w:lastRenderedPageBreak/>
        <w:t>Differentiation</w:t>
      </w:r>
    </w:p>
    <w:p w14:paraId="0619101B" w14:textId="34470140"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w:t>
      </w:r>
      <w:r w:rsidR="00D9650F">
        <w:rPr>
          <w:rFonts w:cstheme="minorHAnsi"/>
        </w:rPr>
        <w:t>,</w:t>
      </w:r>
      <w:r w:rsidRPr="00AE7928">
        <w:rPr>
          <w:rFonts w:cstheme="minorHAnsi"/>
        </w:rPr>
        <w:t xml:space="preserve"> it may be more appropriate for a teaching assistant to read for one or two students.</w:t>
      </w:r>
    </w:p>
    <w:p w14:paraId="132B6BCA" w14:textId="77777777"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14:paraId="03D2DFF4" w14:textId="2963C96B" w:rsidR="00BF6C8A" w:rsidRDefault="0029392F" w:rsidP="00BF6C8A">
      <w:pPr>
        <w:spacing w:after="180"/>
      </w:pPr>
      <w:r>
        <w:t xml:space="preserve">1. </w:t>
      </w:r>
      <w:r w:rsidR="00245F1C">
        <w:t>B</w:t>
      </w:r>
      <w:r>
        <w:tab/>
        <w:t xml:space="preserve">2. </w:t>
      </w:r>
      <w:r w:rsidR="00245F1C">
        <w:t>A</w:t>
      </w:r>
      <w:r>
        <w:tab/>
        <w:t>3. C</w:t>
      </w:r>
      <w:r>
        <w:tab/>
        <w:t xml:space="preserve">4. </w:t>
      </w:r>
      <w:r w:rsidR="00245F1C">
        <w:t>B</w:t>
      </w:r>
    </w:p>
    <w:p w14:paraId="4BE656A0" w14:textId="77777777"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14:paraId="316970FD" w14:textId="07A42AE5" w:rsidR="000134D7" w:rsidRDefault="000134D7" w:rsidP="0029392F">
      <w:pPr>
        <w:spacing w:after="180"/>
      </w:pPr>
      <w:r>
        <w:t>The</w:t>
      </w:r>
      <w:r w:rsidR="00F63645">
        <w:t>se</w:t>
      </w:r>
      <w:r>
        <w:t xml:space="preserve"> questions are designed to help students </w:t>
      </w:r>
      <w:r w:rsidR="006940DB">
        <w:t xml:space="preserve">to </w:t>
      </w:r>
      <w:r>
        <w:t>reason quantitatively about the relationship between the variables without doing any calculations with numbers.</w:t>
      </w:r>
      <w:r w:rsidR="00B06DF8">
        <w:t xml:space="preserve"> </w:t>
      </w:r>
      <w:r>
        <w:t xml:space="preserve">Students should be encouraged to develop their physical intuition by thinking about </w:t>
      </w:r>
      <w:r w:rsidR="004A531D">
        <w:t>the effect on one variable in the equation when one or both of the others changes</w:t>
      </w:r>
      <w:r>
        <w:t>. They can be encouraged to use familiar contexts – pushing a bus and a car, for example – to support their quantitative reasoning.</w:t>
      </w:r>
    </w:p>
    <w:p w14:paraId="400E4ACA" w14:textId="1B5FEA04" w:rsidR="00DF0814" w:rsidRDefault="00DF0814" w:rsidP="00DF0814">
      <w:pPr>
        <w:spacing w:after="180"/>
        <w:ind w:left="426" w:hanging="426"/>
      </w:pPr>
      <w:r>
        <w:t>1.</w:t>
      </w:r>
      <w:r>
        <w:tab/>
        <w:t xml:space="preserve">Some students may think wrongly that acceleration needs to half in order to ‘balance’ the doubling of force. </w:t>
      </w:r>
    </w:p>
    <w:p w14:paraId="4F2D14F7" w14:textId="6DAEA432" w:rsidR="00DF0814" w:rsidRDefault="00DF0814" w:rsidP="00DF0814">
      <w:pPr>
        <w:spacing w:after="180"/>
        <w:ind w:left="426" w:hanging="426"/>
      </w:pPr>
      <w:r>
        <w:t>2.</w:t>
      </w:r>
      <w:r>
        <w:tab/>
        <w:t xml:space="preserve">A few students may think wrongly that acceleration doubles to give consistency to the right-hand side of the equation. </w:t>
      </w:r>
    </w:p>
    <w:p w14:paraId="30CCEBFD" w14:textId="0EBDD666" w:rsidR="00DF0814" w:rsidRDefault="00DF0814" w:rsidP="00DF0814">
      <w:pPr>
        <w:spacing w:after="180"/>
        <w:ind w:left="426" w:hanging="426"/>
      </w:pPr>
      <w:r>
        <w:t>3.</w:t>
      </w:r>
      <w:r>
        <w:tab/>
        <w:t>Some students may wrongly consider that a halving of mass and a doubling of force cancel out and the acceleration is the same.</w:t>
      </w:r>
    </w:p>
    <w:p w14:paraId="23D6B1D7" w14:textId="6D2EB91C" w:rsidR="00DF0814" w:rsidRDefault="00DF0814" w:rsidP="00DF0814">
      <w:pPr>
        <w:spacing w:after="180"/>
        <w:ind w:left="426" w:hanging="426"/>
      </w:pPr>
      <w:r>
        <w:t xml:space="preserve">4. </w:t>
      </w:r>
      <w:r>
        <w:tab/>
        <w:t>Here, it is relatively common for students to think that the acceleration is either four times bigger or four times smaller.</w:t>
      </w:r>
    </w:p>
    <w:p w14:paraId="3B9D8FF9" w14:textId="13FD48C4" w:rsidR="00DF0814" w:rsidRDefault="0029392F" w:rsidP="0029392F">
      <w:pPr>
        <w:spacing w:after="180"/>
      </w:pPr>
      <w:r w:rsidRPr="004F039C">
        <w:t xml:space="preserve">If students have </w:t>
      </w:r>
      <w:r>
        <w:t>misunderstanding</w:t>
      </w:r>
      <w:r w:rsidRPr="004F039C">
        <w:t xml:space="preserve">s about </w:t>
      </w:r>
      <w:r>
        <w:t xml:space="preserve">predicting how one quantity in the equation </w:t>
      </w:r>
      <w:r w:rsidRPr="00DF0814">
        <w:rPr>
          <w:rFonts w:eastAsiaTheme="minorEastAsia"/>
          <w:bCs/>
        </w:rPr>
        <w:t>F = m x a</w:t>
      </w:r>
      <w:r>
        <w:rPr>
          <w:rFonts w:eastAsiaTheme="minorEastAsia"/>
        </w:rPr>
        <w:t xml:space="preserve"> is affected by other quantities, </w:t>
      </w:r>
      <w:r>
        <w:t xml:space="preserve">a useful strategy is </w:t>
      </w:r>
      <w:r w:rsidR="00DF0814">
        <w:t xml:space="preserve">to give them the opportunity to consider the equation as a balance. A change on one side requires a change on the other side to increase or decrease </w:t>
      </w:r>
      <w:r w:rsidR="00623FCC">
        <w:t>its value in the same way.</w:t>
      </w:r>
    </w:p>
    <w:p w14:paraId="2032361C" w14:textId="178B3238" w:rsidR="00623FCC" w:rsidRDefault="0029392F" w:rsidP="0029392F">
      <w:pPr>
        <w:spacing w:after="180"/>
      </w:pPr>
      <w:r>
        <w:t>Giving students the opportunity to work in pairs or in small groups to explain each example in terms of what is happening</w:t>
      </w:r>
      <w:r w:rsidRPr="00A81573">
        <w:t xml:space="preserve"> </w:t>
      </w:r>
      <w:r>
        <w:t>physically, can help develop a better understanding by encouraging the social construction of new ideas through dialogue.</w:t>
      </w:r>
    </w:p>
    <w:p w14:paraId="5CBF9592" w14:textId="77777777"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14:paraId="3CD9ED69" w14:textId="3F9E88CA" w:rsidR="00D278E8" w:rsidRDefault="00D278E8" w:rsidP="00E172C6">
      <w:pPr>
        <w:spacing w:after="180"/>
      </w:pPr>
      <w:r>
        <w:t xml:space="preserve">Developed </w:t>
      </w:r>
      <w:r w:rsidR="0015356E">
        <w:t xml:space="preserve">by </w:t>
      </w:r>
      <w:r w:rsidR="000134D7">
        <w:t>Simon Carson (UYSEG).</w:t>
      </w:r>
    </w:p>
    <w:p w14:paraId="0F75BA27" w14:textId="73614457" w:rsidR="00CC78A5" w:rsidRDefault="00D278E8" w:rsidP="00E172C6">
      <w:pPr>
        <w:spacing w:after="180"/>
      </w:pPr>
      <w:r w:rsidRPr="0045323E">
        <w:t xml:space="preserve">Images: </w:t>
      </w:r>
      <w:r w:rsidR="000134D7">
        <w:t>Simon Carson (UYSEG).</w:t>
      </w:r>
    </w:p>
    <w:p w14:paraId="327317F3" w14:textId="7587B0D8" w:rsidR="00B46FF9" w:rsidRDefault="003117F6" w:rsidP="00E24309">
      <w:pPr>
        <w:spacing w:after="180"/>
        <w:rPr>
          <w:b/>
          <w:color w:val="5F497A" w:themeColor="accent4" w:themeShade="BF"/>
          <w:sz w:val="24"/>
        </w:rPr>
      </w:pPr>
      <w:r w:rsidRPr="002C79AE">
        <w:rPr>
          <w:b/>
          <w:color w:val="5F497A" w:themeColor="accent4" w:themeShade="BF"/>
          <w:sz w:val="24"/>
        </w:rPr>
        <w:t>References</w:t>
      </w:r>
    </w:p>
    <w:p w14:paraId="4E56C0EF" w14:textId="77777777" w:rsidR="00245F1C" w:rsidRPr="00245F1C" w:rsidRDefault="00921376" w:rsidP="00623FCC">
      <w:pPr>
        <w:pStyle w:val="EndNoteBibliography"/>
        <w:spacing w:after="120"/>
        <w:ind w:left="425" w:hanging="425"/>
      </w:pPr>
      <w:r>
        <w:rPr>
          <w:bCs/>
          <w:szCs w:val="20"/>
        </w:rPr>
        <w:fldChar w:fldCharType="begin"/>
      </w:r>
      <w:r>
        <w:rPr>
          <w:bCs/>
          <w:szCs w:val="20"/>
        </w:rPr>
        <w:instrText xml:space="preserve"> ADDIN EN.REFLIST </w:instrText>
      </w:r>
      <w:r>
        <w:rPr>
          <w:bCs/>
          <w:szCs w:val="20"/>
        </w:rPr>
        <w:fldChar w:fldCharType="separate"/>
      </w:r>
      <w:r w:rsidR="00245F1C" w:rsidRPr="00245F1C">
        <w:t xml:space="preserve">Carson, S. (1999). Physics in mathematical mood. </w:t>
      </w:r>
      <w:r w:rsidR="00245F1C" w:rsidRPr="00245F1C">
        <w:rPr>
          <w:i/>
        </w:rPr>
        <w:t>Physics World,</w:t>
      </w:r>
      <w:r w:rsidR="00245F1C" w:rsidRPr="00245F1C">
        <w:t xml:space="preserve"> 12(4)</w:t>
      </w:r>
      <w:r w:rsidR="00245F1C" w:rsidRPr="00245F1C">
        <w:rPr>
          <w:b/>
        </w:rPr>
        <w:t>,</w:t>
      </w:r>
      <w:r w:rsidR="00245F1C" w:rsidRPr="00245F1C">
        <w:t xml:space="preserve"> 48-48.</w:t>
      </w:r>
    </w:p>
    <w:p w14:paraId="0190FD15" w14:textId="77777777" w:rsidR="00245F1C" w:rsidRPr="00245F1C" w:rsidRDefault="00245F1C" w:rsidP="00623FCC">
      <w:pPr>
        <w:pStyle w:val="EndNoteBibliography"/>
        <w:spacing w:after="120"/>
        <w:ind w:left="425" w:hanging="425"/>
      </w:pPr>
      <w:r w:rsidRPr="00245F1C">
        <w:t xml:space="preserve">Clement, J. (1982). Students' preconceptions in introductory mechanics. </w:t>
      </w:r>
      <w:r w:rsidRPr="00245F1C">
        <w:rPr>
          <w:i/>
        </w:rPr>
        <w:t>American Journal of Physics,</w:t>
      </w:r>
      <w:r w:rsidRPr="00245F1C">
        <w:t xml:space="preserve"> 50(1)</w:t>
      </w:r>
      <w:r w:rsidRPr="00245F1C">
        <w:rPr>
          <w:b/>
        </w:rPr>
        <w:t>,</w:t>
      </w:r>
      <w:r w:rsidRPr="00245F1C">
        <w:t xml:space="preserve"> 66-71.</w:t>
      </w:r>
    </w:p>
    <w:p w14:paraId="098A733C" w14:textId="77777777" w:rsidR="00245F1C" w:rsidRPr="00245F1C" w:rsidRDefault="00245F1C" w:rsidP="00623FCC">
      <w:pPr>
        <w:pStyle w:val="EndNoteBibliography"/>
        <w:spacing w:after="120"/>
        <w:ind w:left="425" w:hanging="425"/>
      </w:pPr>
      <w:r w:rsidRPr="00245F1C">
        <w:t xml:space="preserve">Kim, E. and Pak, S.-J. (2002). Students do not overcome conceptual difficulties after solving 1000 traditional problems. </w:t>
      </w:r>
      <w:r w:rsidRPr="00245F1C">
        <w:rPr>
          <w:i/>
        </w:rPr>
        <w:t>American Journal of Physics,</w:t>
      </w:r>
      <w:r w:rsidRPr="00245F1C">
        <w:t xml:space="preserve"> 70(7)</w:t>
      </w:r>
      <w:r w:rsidRPr="00245F1C">
        <w:rPr>
          <w:b/>
        </w:rPr>
        <w:t>,</w:t>
      </w:r>
      <w:r w:rsidRPr="00245F1C">
        <w:t xml:space="preserve"> 759-765.</w:t>
      </w:r>
    </w:p>
    <w:p w14:paraId="1E8A36A2" w14:textId="77777777" w:rsidR="00245F1C" w:rsidRPr="00245F1C" w:rsidRDefault="00245F1C" w:rsidP="00623FCC">
      <w:pPr>
        <w:pStyle w:val="EndNoteBibliography"/>
        <w:spacing w:after="120"/>
        <w:ind w:left="425" w:hanging="425"/>
      </w:pPr>
      <w:r w:rsidRPr="00245F1C">
        <w:t xml:space="preserve">Lemmer, M. (2013). Nature, Cause and Effect of Students' Intuitive Conceptions Regarding Changes in Velocity. </w:t>
      </w:r>
      <w:r w:rsidRPr="00245F1C">
        <w:rPr>
          <w:i/>
        </w:rPr>
        <w:t>International Journal of Science Education,</w:t>
      </w:r>
      <w:r w:rsidRPr="00245F1C">
        <w:t xml:space="preserve"> 35(2)</w:t>
      </w:r>
      <w:r w:rsidRPr="00245F1C">
        <w:rPr>
          <w:b/>
        </w:rPr>
        <w:t>,</w:t>
      </w:r>
      <w:r w:rsidRPr="00245F1C">
        <w:t xml:space="preserve"> 239-261.</w:t>
      </w:r>
    </w:p>
    <w:p w14:paraId="47A6EAE8" w14:textId="77777777" w:rsidR="00245F1C" w:rsidRPr="00245F1C" w:rsidRDefault="00245F1C" w:rsidP="00623FCC">
      <w:pPr>
        <w:pStyle w:val="EndNoteBibliography"/>
        <w:spacing w:after="120"/>
        <w:ind w:left="425" w:hanging="425"/>
      </w:pPr>
      <w:r w:rsidRPr="00245F1C">
        <w:t xml:space="preserve">Redish, E. F. and Kuo, E. (2015). Language of physics, language of math: Disciplinary culture and dynamic epistemology. </w:t>
      </w:r>
      <w:r w:rsidRPr="00245F1C">
        <w:rPr>
          <w:i/>
        </w:rPr>
        <w:t>Science and Education,</w:t>
      </w:r>
      <w:r w:rsidRPr="00245F1C">
        <w:t xml:space="preserve"> 24</w:t>
      </w:r>
      <w:r w:rsidRPr="00245F1C">
        <w:rPr>
          <w:b/>
        </w:rPr>
        <w:t>,</w:t>
      </w:r>
      <w:r w:rsidRPr="00245F1C">
        <w:t xml:space="preserve"> 561-590.</w:t>
      </w:r>
    </w:p>
    <w:p w14:paraId="2333134E" w14:textId="77777777" w:rsidR="00245F1C" w:rsidRPr="00245F1C" w:rsidRDefault="00245F1C" w:rsidP="00623FCC">
      <w:pPr>
        <w:pStyle w:val="EndNoteBibliography"/>
        <w:spacing w:after="120"/>
        <w:ind w:left="425" w:hanging="425"/>
      </w:pPr>
      <w:r w:rsidRPr="00245F1C">
        <w:t xml:space="preserve">Viennot, L. (1979). Spontaneous Reasoning in Elementary Dynamics. </w:t>
      </w:r>
      <w:r w:rsidRPr="00245F1C">
        <w:rPr>
          <w:i/>
        </w:rPr>
        <w:t>European Journal of Science Education,</w:t>
      </w:r>
      <w:r w:rsidRPr="00245F1C">
        <w:t xml:space="preserve"> 1(2)</w:t>
      </w:r>
      <w:r w:rsidRPr="00245F1C">
        <w:rPr>
          <w:b/>
        </w:rPr>
        <w:t>,</w:t>
      </w:r>
      <w:r w:rsidRPr="00245F1C">
        <w:t xml:space="preserve"> 205-221.</w:t>
      </w:r>
    </w:p>
    <w:p w14:paraId="71983664" w14:textId="1E14E8C8" w:rsidR="000134D7" w:rsidRPr="000134D7" w:rsidRDefault="00921376" w:rsidP="00623FCC">
      <w:pPr>
        <w:pStyle w:val="Bibliography"/>
        <w:spacing w:after="120"/>
        <w:ind w:left="425" w:hanging="425"/>
        <w:rPr>
          <w:bCs/>
          <w:szCs w:val="20"/>
        </w:rPr>
      </w:pPr>
      <w:r>
        <w:rPr>
          <w:bCs/>
          <w:szCs w:val="20"/>
        </w:rPr>
        <w:fldChar w:fldCharType="end"/>
      </w:r>
      <w:bookmarkStart w:id="1" w:name="_GoBack"/>
      <w:bookmarkEnd w:id="1"/>
    </w:p>
    <w:sectPr w:rsidR="000134D7" w:rsidRPr="000134D7" w:rsidSect="00642ECD">
      <w:headerReference w:type="default" r:id="rId14"/>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387533" w14:textId="77777777" w:rsidR="001E2883" w:rsidRDefault="001E2883" w:rsidP="000B473B">
      <w:r>
        <w:separator/>
      </w:r>
    </w:p>
  </w:endnote>
  <w:endnote w:type="continuationSeparator" w:id="0">
    <w:p w14:paraId="2F634870" w14:textId="77777777" w:rsidR="001E2883" w:rsidRDefault="001E288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ZapfDingbatsITC">
    <w:altName w:val="Malgun Gothic"/>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AF771"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3184F29B" wp14:editId="545BFF0C">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0A378FD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" strokeweight="1pt"/>
          </w:pict>
        </mc:Fallback>
      </mc:AlternateContent>
    </w:r>
    <w:r w:rsidR="000B11B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B2831">
      <w:rPr>
        <w:noProof/>
      </w:rPr>
      <w:t>3</w:t>
    </w:r>
    <w:r>
      <w:rPr>
        <w:noProof/>
      </w:rPr>
      <w:fldChar w:fldCharType="end"/>
    </w:r>
  </w:p>
  <w:p w14:paraId="07839547"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14:paraId="5E027592" w14:textId="77777777"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6753C0" w14:textId="77777777" w:rsidR="001E2883" w:rsidRDefault="001E2883" w:rsidP="000B473B">
      <w:r>
        <w:separator/>
      </w:r>
    </w:p>
  </w:footnote>
  <w:footnote w:type="continuationSeparator" w:id="0">
    <w:p w14:paraId="7DB88D2E" w14:textId="77777777" w:rsidR="001E2883" w:rsidRDefault="001E2883"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27C95A"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4B7C9041" wp14:editId="04B6DFCB">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76B4340D" wp14:editId="7A3DD799">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139952F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407FD"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685447EC" wp14:editId="04581D67">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436CA4C7" wp14:editId="39FA2E26">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263097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43F7B"/>
    <w:multiLevelType w:val="hybridMultilevel"/>
    <w:tmpl w:val="CB60C4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FF01A6"/>
    <w:multiLevelType w:val="hybridMultilevel"/>
    <w:tmpl w:val="34502D2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EB538D5"/>
    <w:multiLevelType w:val="hybridMultilevel"/>
    <w:tmpl w:val="34502D2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1E77D7"/>
    <w:multiLevelType w:val="hybridMultilevel"/>
    <w:tmpl w:val="B21680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A762FAF"/>
    <w:multiLevelType w:val="hybridMultilevel"/>
    <w:tmpl w:val="2DAC9A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CB6278"/>
    <w:multiLevelType w:val="hybridMultilevel"/>
    <w:tmpl w:val="76D8D936"/>
    <w:lvl w:ilvl="0" w:tplc="A60C960A">
      <w:start w:val="1"/>
      <w:numFmt w:val="decimal"/>
      <w:lvlText w:val="%1."/>
      <w:lvlJc w:val="left"/>
      <w:pPr>
        <w:ind w:left="361" w:hanging="360"/>
      </w:pPr>
      <w:rPr>
        <w:rFonts w:hint="default"/>
        <w:b/>
        <w:sz w:val="28"/>
      </w:rPr>
    </w:lvl>
    <w:lvl w:ilvl="1" w:tplc="08090019" w:tentative="1">
      <w:start w:val="1"/>
      <w:numFmt w:val="lowerLetter"/>
      <w:lvlText w:val="%2."/>
      <w:lvlJc w:val="left"/>
      <w:pPr>
        <w:ind w:left="1081" w:hanging="360"/>
      </w:pPr>
    </w:lvl>
    <w:lvl w:ilvl="2" w:tplc="0809001B" w:tentative="1">
      <w:start w:val="1"/>
      <w:numFmt w:val="lowerRoman"/>
      <w:lvlText w:val="%3."/>
      <w:lvlJc w:val="right"/>
      <w:pPr>
        <w:ind w:left="1801" w:hanging="180"/>
      </w:pPr>
    </w:lvl>
    <w:lvl w:ilvl="3" w:tplc="0809000F" w:tentative="1">
      <w:start w:val="1"/>
      <w:numFmt w:val="decimal"/>
      <w:lvlText w:val="%4."/>
      <w:lvlJc w:val="left"/>
      <w:pPr>
        <w:ind w:left="2521" w:hanging="360"/>
      </w:pPr>
    </w:lvl>
    <w:lvl w:ilvl="4" w:tplc="08090019" w:tentative="1">
      <w:start w:val="1"/>
      <w:numFmt w:val="lowerLetter"/>
      <w:lvlText w:val="%5."/>
      <w:lvlJc w:val="left"/>
      <w:pPr>
        <w:ind w:left="3241" w:hanging="360"/>
      </w:pPr>
    </w:lvl>
    <w:lvl w:ilvl="5" w:tplc="0809001B" w:tentative="1">
      <w:start w:val="1"/>
      <w:numFmt w:val="lowerRoman"/>
      <w:lvlText w:val="%6."/>
      <w:lvlJc w:val="right"/>
      <w:pPr>
        <w:ind w:left="3961" w:hanging="180"/>
      </w:pPr>
    </w:lvl>
    <w:lvl w:ilvl="6" w:tplc="0809000F" w:tentative="1">
      <w:start w:val="1"/>
      <w:numFmt w:val="decimal"/>
      <w:lvlText w:val="%7."/>
      <w:lvlJc w:val="left"/>
      <w:pPr>
        <w:ind w:left="4681" w:hanging="360"/>
      </w:pPr>
    </w:lvl>
    <w:lvl w:ilvl="7" w:tplc="08090019" w:tentative="1">
      <w:start w:val="1"/>
      <w:numFmt w:val="lowerLetter"/>
      <w:lvlText w:val="%8."/>
      <w:lvlJc w:val="left"/>
      <w:pPr>
        <w:ind w:left="5401" w:hanging="360"/>
      </w:pPr>
    </w:lvl>
    <w:lvl w:ilvl="8" w:tplc="0809001B" w:tentative="1">
      <w:start w:val="1"/>
      <w:numFmt w:val="lowerRoman"/>
      <w:lvlText w:val="%9."/>
      <w:lvlJc w:val="right"/>
      <w:pPr>
        <w:ind w:left="6121" w:hanging="180"/>
      </w:pPr>
    </w:lvl>
  </w:abstractNum>
  <w:abstractNum w:abstractNumId="7"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3E82B78"/>
    <w:multiLevelType w:val="hybridMultilevel"/>
    <w:tmpl w:val="F47865C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FEE3C8A"/>
    <w:multiLevelType w:val="hybridMultilevel"/>
    <w:tmpl w:val="7EF851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9"/>
  </w:num>
  <w:num w:numId="3">
    <w:abstractNumId w:val="3"/>
  </w:num>
  <w:num w:numId="4">
    <w:abstractNumId w:val="5"/>
  </w:num>
  <w:num w:numId="5">
    <w:abstractNumId w:val="0"/>
  </w:num>
  <w:num w:numId="6">
    <w:abstractNumId w:val="1"/>
  </w:num>
  <w:num w:numId="7">
    <w:abstractNumId w:val="2"/>
  </w:num>
  <w:num w:numId="8">
    <w:abstractNumId w:val="4"/>
  </w:num>
  <w:num w:numId="9">
    <w:abstractNumId w:val="8"/>
  </w:num>
  <w:num w:numId="10">
    <w:abstractNumId w:val="6"/>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proofState w:spelling="clean" w:grammar="clean"/>
  <w:attachedTemplate r:id="rId1"/>
  <w:defaultTabStop w:val="720"/>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42291"/>
    <w:rsid w:val="000134D7"/>
    <w:rsid w:val="00015578"/>
    <w:rsid w:val="00024731"/>
    <w:rsid w:val="00026DEC"/>
    <w:rsid w:val="00043421"/>
    <w:rsid w:val="000505CA"/>
    <w:rsid w:val="0007651D"/>
    <w:rsid w:val="0009089A"/>
    <w:rsid w:val="000947E2"/>
    <w:rsid w:val="00095E04"/>
    <w:rsid w:val="000A0D12"/>
    <w:rsid w:val="000B11B1"/>
    <w:rsid w:val="000B473B"/>
    <w:rsid w:val="000D0E89"/>
    <w:rsid w:val="000E2689"/>
    <w:rsid w:val="00142613"/>
    <w:rsid w:val="00144DA7"/>
    <w:rsid w:val="0015356E"/>
    <w:rsid w:val="00161D3F"/>
    <w:rsid w:val="001844F6"/>
    <w:rsid w:val="001915D4"/>
    <w:rsid w:val="001A1FED"/>
    <w:rsid w:val="001A40E2"/>
    <w:rsid w:val="001C4805"/>
    <w:rsid w:val="001E2883"/>
    <w:rsid w:val="00201AC2"/>
    <w:rsid w:val="00214608"/>
    <w:rsid w:val="0021607B"/>
    <w:rsid w:val="002178AC"/>
    <w:rsid w:val="0022547C"/>
    <w:rsid w:val="0023156B"/>
    <w:rsid w:val="00245F1C"/>
    <w:rsid w:val="0025410A"/>
    <w:rsid w:val="00257A01"/>
    <w:rsid w:val="0027553E"/>
    <w:rsid w:val="0028012F"/>
    <w:rsid w:val="002828DF"/>
    <w:rsid w:val="00287876"/>
    <w:rsid w:val="002926C4"/>
    <w:rsid w:val="00292C53"/>
    <w:rsid w:val="0029392F"/>
    <w:rsid w:val="00294E22"/>
    <w:rsid w:val="002B5D71"/>
    <w:rsid w:val="002C22EA"/>
    <w:rsid w:val="002C59BA"/>
    <w:rsid w:val="002C79AE"/>
    <w:rsid w:val="002E3302"/>
    <w:rsid w:val="00301AA9"/>
    <w:rsid w:val="003117F6"/>
    <w:rsid w:val="003334B8"/>
    <w:rsid w:val="003533B8"/>
    <w:rsid w:val="003752BE"/>
    <w:rsid w:val="003800E8"/>
    <w:rsid w:val="003A346A"/>
    <w:rsid w:val="003A5D54"/>
    <w:rsid w:val="003B2917"/>
    <w:rsid w:val="003B541B"/>
    <w:rsid w:val="003E2B2F"/>
    <w:rsid w:val="003E6046"/>
    <w:rsid w:val="003F16F9"/>
    <w:rsid w:val="00430C1F"/>
    <w:rsid w:val="00442291"/>
    <w:rsid w:val="00442595"/>
    <w:rsid w:val="0045323E"/>
    <w:rsid w:val="004A531D"/>
    <w:rsid w:val="004B0EE1"/>
    <w:rsid w:val="004B1C32"/>
    <w:rsid w:val="004C25F3"/>
    <w:rsid w:val="004C5D20"/>
    <w:rsid w:val="004D0D83"/>
    <w:rsid w:val="004E1DF1"/>
    <w:rsid w:val="004E5592"/>
    <w:rsid w:val="0050055B"/>
    <w:rsid w:val="00524710"/>
    <w:rsid w:val="00532DA3"/>
    <w:rsid w:val="00535269"/>
    <w:rsid w:val="00555342"/>
    <w:rsid w:val="005560E2"/>
    <w:rsid w:val="005A452E"/>
    <w:rsid w:val="005A6EE7"/>
    <w:rsid w:val="005F1A7B"/>
    <w:rsid w:val="00623FCC"/>
    <w:rsid w:val="006355D8"/>
    <w:rsid w:val="00642ECD"/>
    <w:rsid w:val="006502A0"/>
    <w:rsid w:val="00672FCF"/>
    <w:rsid w:val="006772F5"/>
    <w:rsid w:val="006940DB"/>
    <w:rsid w:val="006A4440"/>
    <w:rsid w:val="006B0615"/>
    <w:rsid w:val="006D094E"/>
    <w:rsid w:val="006D166B"/>
    <w:rsid w:val="006F3279"/>
    <w:rsid w:val="00704AEE"/>
    <w:rsid w:val="00706067"/>
    <w:rsid w:val="00722B50"/>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450D6"/>
    <w:rsid w:val="008464AD"/>
    <w:rsid w:val="00856FCA"/>
    <w:rsid w:val="00873B8C"/>
    <w:rsid w:val="00880E3B"/>
    <w:rsid w:val="008A405F"/>
    <w:rsid w:val="008C7F34"/>
    <w:rsid w:val="008D67A4"/>
    <w:rsid w:val="008E580C"/>
    <w:rsid w:val="008F74E8"/>
    <w:rsid w:val="0090047A"/>
    <w:rsid w:val="00921376"/>
    <w:rsid w:val="00925026"/>
    <w:rsid w:val="00931264"/>
    <w:rsid w:val="0094054D"/>
    <w:rsid w:val="00942A4B"/>
    <w:rsid w:val="00961D59"/>
    <w:rsid w:val="009B2D55"/>
    <w:rsid w:val="009C0343"/>
    <w:rsid w:val="009C2C21"/>
    <w:rsid w:val="009C2C2E"/>
    <w:rsid w:val="009E0D11"/>
    <w:rsid w:val="009F2253"/>
    <w:rsid w:val="00A01222"/>
    <w:rsid w:val="00A24A16"/>
    <w:rsid w:val="00A3512B"/>
    <w:rsid w:val="00A37D14"/>
    <w:rsid w:val="00A6111E"/>
    <w:rsid w:val="00A6168B"/>
    <w:rsid w:val="00A62028"/>
    <w:rsid w:val="00A73C55"/>
    <w:rsid w:val="00AA5B77"/>
    <w:rsid w:val="00AA6236"/>
    <w:rsid w:val="00AB6AE7"/>
    <w:rsid w:val="00AD21F5"/>
    <w:rsid w:val="00B06225"/>
    <w:rsid w:val="00B06DF8"/>
    <w:rsid w:val="00B23C7A"/>
    <w:rsid w:val="00B305F5"/>
    <w:rsid w:val="00B46FF9"/>
    <w:rsid w:val="00B47E1D"/>
    <w:rsid w:val="00B75483"/>
    <w:rsid w:val="00BA7952"/>
    <w:rsid w:val="00BB44B4"/>
    <w:rsid w:val="00BE4813"/>
    <w:rsid w:val="00BF0BBF"/>
    <w:rsid w:val="00BF6C8A"/>
    <w:rsid w:val="00C05571"/>
    <w:rsid w:val="00C246CE"/>
    <w:rsid w:val="00C25F50"/>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55410"/>
    <w:rsid w:val="00D72FEF"/>
    <w:rsid w:val="00D755FA"/>
    <w:rsid w:val="00D9650F"/>
    <w:rsid w:val="00DC4A4E"/>
    <w:rsid w:val="00DC5F4F"/>
    <w:rsid w:val="00DD1874"/>
    <w:rsid w:val="00DD63BD"/>
    <w:rsid w:val="00DF05DB"/>
    <w:rsid w:val="00DF0814"/>
    <w:rsid w:val="00DF7E20"/>
    <w:rsid w:val="00E172C6"/>
    <w:rsid w:val="00E24309"/>
    <w:rsid w:val="00E53D82"/>
    <w:rsid w:val="00E56291"/>
    <w:rsid w:val="00E91620"/>
    <w:rsid w:val="00E9330A"/>
    <w:rsid w:val="00EE6B97"/>
    <w:rsid w:val="00F12C3B"/>
    <w:rsid w:val="00F2483A"/>
    <w:rsid w:val="00F26884"/>
    <w:rsid w:val="00F54FD6"/>
    <w:rsid w:val="00F63645"/>
    <w:rsid w:val="00F72ECC"/>
    <w:rsid w:val="00F8355F"/>
    <w:rsid w:val="00FA3196"/>
    <w:rsid w:val="00FA5D51"/>
    <w:rsid w:val="00FB28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14:docId w14:val="3E04BBCF"/>
  <w15:docId w15:val="{AA12611D-6095-464E-A599-7A8B9B383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character" w:styleId="PlaceholderText">
    <w:name w:val="Placeholder Text"/>
    <w:basedOn w:val="DefaultParagraphFont"/>
    <w:uiPriority w:val="99"/>
    <w:semiHidden/>
    <w:rsid w:val="00722B50"/>
    <w:rPr>
      <w:color w:val="808080"/>
    </w:rPr>
  </w:style>
  <w:style w:type="paragraph" w:styleId="Bibliography">
    <w:name w:val="Bibliography"/>
    <w:basedOn w:val="Normal"/>
    <w:next w:val="Normal"/>
    <w:uiPriority w:val="37"/>
    <w:unhideWhenUsed/>
    <w:rsid w:val="000134D7"/>
    <w:pPr>
      <w:spacing w:after="240"/>
    </w:pPr>
  </w:style>
  <w:style w:type="paragraph" w:styleId="NoSpacing">
    <w:name w:val="No Spacing"/>
    <w:uiPriority w:val="1"/>
    <w:qFormat/>
    <w:rsid w:val="00C25F50"/>
    <w:pPr>
      <w:spacing w:after="0" w:line="240" w:lineRule="auto"/>
    </w:pPr>
    <w:rPr>
      <w:rFonts w:ascii="Arial" w:hAnsi="Arial"/>
      <w:sz w:val="24"/>
    </w:rPr>
  </w:style>
  <w:style w:type="paragraph" w:customStyle="1" w:styleId="EndNoteBibliographyTitle">
    <w:name w:val="EndNote Bibliography Title"/>
    <w:basedOn w:val="Normal"/>
    <w:link w:val="EndNoteBibliographyTitleChar"/>
    <w:rsid w:val="0092137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21376"/>
    <w:rPr>
      <w:rFonts w:ascii="Calibri" w:hAnsi="Calibri" w:cs="Calibri"/>
      <w:noProof/>
      <w:lang w:val="en-US"/>
    </w:rPr>
  </w:style>
  <w:style w:type="paragraph" w:customStyle="1" w:styleId="EndNoteBibliography">
    <w:name w:val="EndNote Bibliography"/>
    <w:basedOn w:val="Normal"/>
    <w:link w:val="EndNoteBibliographyChar"/>
    <w:rsid w:val="00921376"/>
    <w:rPr>
      <w:rFonts w:ascii="Calibri" w:hAnsi="Calibri" w:cs="Calibri"/>
      <w:noProof/>
      <w:lang w:val="en-US"/>
    </w:rPr>
  </w:style>
  <w:style w:type="character" w:customStyle="1" w:styleId="EndNoteBibliographyChar">
    <w:name w:val="EndNote Bibliography Char"/>
    <w:basedOn w:val="DefaultParagraphFont"/>
    <w:link w:val="EndNoteBibliography"/>
    <w:rsid w:val="00921376"/>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21772">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064937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BEST\forcesAndMotionReseach\PFM_6_forcesAndMotion\20-03-2022v2\20-03-2022v2\PFM_6_2\PFM_6_2\newTemplates\BEST_Template_D_Simple%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C2606C-6CA4-404F-B6D1-1899D7884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BEST_Template_D_Simple multiple choice.dotx</Template>
  <TotalTime>357</TotalTime>
  <Pages>6</Pages>
  <Words>1664</Words>
  <Characters>9485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Peter Fairhurst</cp:lastModifiedBy>
  <cp:revision>26</cp:revision>
  <cp:lastPrinted>2017-02-24T16:20:00Z</cp:lastPrinted>
  <dcterms:created xsi:type="dcterms:W3CDTF">2022-03-23T15:28:00Z</dcterms:created>
  <dcterms:modified xsi:type="dcterms:W3CDTF">2022-09-08T15:18:00Z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id="Suzzwsua"/&gt;&lt;style id="http://www.zotero.org/styles/harvard-cite-them-right" hasBibliography="1" bibliographyStyleHasBeenSet="1"/&gt;&lt;prefs&gt;&lt;pref name="fieldType" value="Field"/&gt;&lt;/prefs&gt;&lt;/data&gt;</vt:lpwstr>
  </property>
</Properties>
</file>